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360" w:lineRule="auto"/>
        <w:ind w:left="5103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>УТВЕРЖДАЮ: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360" w:lineRule="auto"/>
        <w:ind w:left="5103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>Глава Бурмистровского сельсовета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360" w:lineRule="auto"/>
        <w:ind w:left="5103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>Искитимского района Новосибирской области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360" w:lineRule="auto"/>
        <w:ind w:left="5103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__________________________/К.В. Ульченко/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45"/>
        <w:jc w:val="center"/>
        <w:rPr>
          <w:rFonts w:ascii="Times New Roman" w:hAnsi="Times New Roman"/>
          <w:b/>
          <w:spacing w:val="-12"/>
          <w:sz w:val="20"/>
          <w:szCs w:val="20"/>
        </w:rPr>
      </w:pPr>
    </w:p>
    <w:p w:rsidR="0066233A" w:rsidRPr="00A9616E" w:rsidRDefault="0066233A" w:rsidP="00A9616E">
      <w:pPr>
        <w:keepNext/>
        <w:tabs>
          <w:tab w:val="left" w:pos="142"/>
        </w:tabs>
        <w:autoSpaceDE w:val="0"/>
        <w:autoSpaceDN w:val="0"/>
        <w:adjustRightInd w:val="0"/>
        <w:spacing w:after="0" w:line="240" w:lineRule="auto"/>
        <w:ind w:right="-45"/>
        <w:jc w:val="center"/>
        <w:outlineLvl w:val="1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>АУКЦИОННАЯ ДОКУМЕНТАЦИЯ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45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bCs/>
          <w:spacing w:val="-12"/>
          <w:sz w:val="20"/>
          <w:szCs w:val="20"/>
        </w:rPr>
        <w:t xml:space="preserve">Настоящая документация разработана в соответствии с положениями норм действующего законодательства РФ, в том числе Земельным Кодексом Российской Федерации, </w:t>
      </w:r>
      <w:r w:rsidRPr="00A9616E">
        <w:rPr>
          <w:rFonts w:ascii="Times New Roman" w:hAnsi="Times New Roman"/>
          <w:spacing w:val="-12"/>
          <w:sz w:val="20"/>
          <w:szCs w:val="20"/>
        </w:rPr>
        <w:t>Гражданским кодексом Российской Федерации.</w:t>
      </w:r>
    </w:p>
    <w:p w:rsidR="0066233A" w:rsidRPr="00A9616E" w:rsidRDefault="0066233A" w:rsidP="0049281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45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 xml:space="preserve">К отношениям по порядку проведения торгов на право заключения аренды муниципального имущества, не урегулированным настоящей документацией, применяются нормы земельного и гражданского </w:t>
      </w:r>
      <w:hyperlink r:id="rId7" w:history="1">
        <w:r w:rsidRPr="00A9616E">
          <w:rPr>
            <w:rFonts w:ascii="Times New Roman" w:hAnsi="Times New Roman"/>
            <w:spacing w:val="-12"/>
            <w:sz w:val="20"/>
            <w:szCs w:val="20"/>
          </w:rPr>
          <w:t>законодательства</w:t>
        </w:r>
      </w:hyperlink>
      <w:r w:rsidRPr="00A9616E">
        <w:rPr>
          <w:rFonts w:ascii="Times New Roman" w:hAnsi="Times New Roman"/>
          <w:spacing w:val="-12"/>
          <w:sz w:val="20"/>
          <w:szCs w:val="20"/>
        </w:rPr>
        <w:t>.</w:t>
      </w:r>
    </w:p>
    <w:p w:rsidR="0066233A" w:rsidRDefault="0066233A" w:rsidP="00A9616E">
      <w:pPr>
        <w:tabs>
          <w:tab w:val="left" w:pos="142"/>
          <w:tab w:val="left" w:pos="4050"/>
        </w:tabs>
        <w:spacing w:after="0" w:line="240" w:lineRule="auto"/>
        <w:ind w:right="-45"/>
        <w:jc w:val="center"/>
        <w:rPr>
          <w:rFonts w:ascii="Times New Roman" w:hAnsi="Times New Roman"/>
          <w:b/>
          <w:spacing w:val="-12"/>
          <w:sz w:val="20"/>
          <w:szCs w:val="20"/>
        </w:rPr>
      </w:pP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-45"/>
        <w:jc w:val="center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>Общие условия проведения торгов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45"/>
        <w:contextualSpacing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 xml:space="preserve">Аукцион проводится в соответствии с </w:t>
      </w:r>
      <w:r>
        <w:rPr>
          <w:rFonts w:ascii="Times New Roman" w:hAnsi="Times New Roman"/>
          <w:spacing w:val="-12"/>
          <w:sz w:val="20"/>
          <w:szCs w:val="20"/>
        </w:rPr>
        <w:t>Постановлением</w:t>
      </w:r>
      <w:r w:rsidRPr="00A9616E">
        <w:rPr>
          <w:rFonts w:ascii="Times New Roman" w:hAnsi="Times New Roman"/>
          <w:spacing w:val="-12"/>
          <w:sz w:val="20"/>
          <w:szCs w:val="20"/>
        </w:rPr>
        <w:t xml:space="preserve"> Главы Бурмистровского сельс</w:t>
      </w:r>
      <w:r>
        <w:rPr>
          <w:rFonts w:ascii="Times New Roman" w:hAnsi="Times New Roman"/>
          <w:spacing w:val="-12"/>
          <w:sz w:val="20"/>
          <w:szCs w:val="20"/>
        </w:rPr>
        <w:t>овета Искитимского района от 05.10.2015 № 120</w:t>
      </w:r>
      <w:r w:rsidRPr="00A9616E">
        <w:rPr>
          <w:rFonts w:ascii="Times New Roman" w:hAnsi="Times New Roman"/>
          <w:spacing w:val="-12"/>
          <w:sz w:val="20"/>
          <w:szCs w:val="20"/>
        </w:rPr>
        <w:t xml:space="preserve"> «О продаже муниципального имущества».</w:t>
      </w:r>
    </w:p>
    <w:p w:rsidR="0066233A" w:rsidRPr="00A9616E" w:rsidRDefault="0066233A" w:rsidP="00A9616E">
      <w:pPr>
        <w:keepNext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Организатор торгов (продавец): администрация Бурмистровского сельсовета Искитимского района Новосибирской области</w:t>
      </w:r>
    </w:p>
    <w:p w:rsidR="0066233A" w:rsidRPr="00A9616E" w:rsidRDefault="0066233A" w:rsidP="00A9616E">
      <w:pPr>
        <w:keepNext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Контактные сведения: администрация Бурмистровского сельсовета Искитимского района Новосибирской области</w:t>
      </w:r>
    </w:p>
    <w:p w:rsidR="0066233A" w:rsidRPr="00A9616E" w:rsidRDefault="0066233A" w:rsidP="00A9616E">
      <w:pPr>
        <w:keepNext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ИНН 5443105805 КПП 544301001 ОКОПФ 20900 ОКОГУ 3300500 ОКПО 00328924 ОКВЭД 75.11.32 ОГРН 1025404671555</w:t>
      </w:r>
    </w:p>
    <w:p w:rsidR="0066233A" w:rsidRPr="00A9616E" w:rsidRDefault="0066233A" w:rsidP="00A9616E">
      <w:pPr>
        <w:keepNext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Телефон: +7 (38343) 74117 Факс +7 (38343) 74182</w:t>
      </w:r>
    </w:p>
    <w:p w:rsidR="0066233A" w:rsidRPr="00A9616E" w:rsidRDefault="0066233A" w:rsidP="00A9616E">
      <w:pPr>
        <w:keepNext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 xml:space="preserve">Почтовый адрес: Российская Федерация, 633246, Новосибирская обл, Искитимский р-н, Бурмистрово д, Центральная, </w:t>
      </w:r>
      <w:r>
        <w:rPr>
          <w:rFonts w:ascii="Times New Roman" w:hAnsi="Times New Roman"/>
          <w:spacing w:val="-12"/>
          <w:sz w:val="20"/>
          <w:szCs w:val="20"/>
        </w:rPr>
        <w:t>22а</w:t>
      </w:r>
      <w:r w:rsidRPr="00A9616E">
        <w:rPr>
          <w:rFonts w:ascii="Times New Roman" w:hAnsi="Times New Roman"/>
          <w:spacing w:val="-12"/>
          <w:sz w:val="20"/>
          <w:szCs w:val="20"/>
        </w:rPr>
        <w:t>.</w:t>
      </w:r>
    </w:p>
    <w:p w:rsidR="0066233A" w:rsidRPr="00A9616E" w:rsidRDefault="0066233A" w:rsidP="00A9616E">
      <w:pPr>
        <w:keepNext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 xml:space="preserve">Контактный адрес электронной почты: </w:t>
      </w:r>
      <w:hyperlink r:id="rId8" w:history="1">
        <w:r w:rsidRPr="00A9616E">
          <w:rPr>
            <w:rFonts w:ascii="Times New Roman" w:hAnsi="Times New Roman"/>
            <w:color w:val="0000FF"/>
            <w:spacing w:val="-12"/>
            <w:sz w:val="20"/>
            <w:szCs w:val="20"/>
            <w:u w:val="single"/>
          </w:rPr>
          <w:t>burm2009@ngs.ru</w:t>
        </w:r>
      </w:hyperlink>
    </w:p>
    <w:p w:rsidR="0066233A" w:rsidRPr="00A9616E" w:rsidRDefault="0066233A" w:rsidP="00A9616E">
      <w:pPr>
        <w:keepNext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 xml:space="preserve">Официальный сайт Бурмистровского сельсовета Искитимского района Новосибирской области – </w:t>
      </w:r>
      <w:hyperlink r:id="rId9" w:history="1">
        <w:r w:rsidRPr="00A9616E">
          <w:rPr>
            <w:rFonts w:ascii="Times New Roman" w:hAnsi="Times New Roman"/>
            <w:color w:val="0000FF"/>
            <w:spacing w:val="-12"/>
            <w:sz w:val="20"/>
            <w:szCs w:val="20"/>
            <w:u w:val="single"/>
          </w:rPr>
          <w:t>http://burmistrovsky.ru</w:t>
        </w:r>
      </w:hyperlink>
    </w:p>
    <w:p w:rsidR="0066233A" w:rsidRPr="00A9616E" w:rsidRDefault="0066233A" w:rsidP="00A9616E">
      <w:pPr>
        <w:keepNext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Настоящее информационное сообщение опубликовано в официальном печатном издании – «Знаменка», а также размещено, сайте пр</w:t>
      </w:r>
      <w:r w:rsidRPr="00A9616E">
        <w:rPr>
          <w:rFonts w:ascii="Times New Roman" w:hAnsi="Times New Roman"/>
          <w:spacing w:val="-12"/>
          <w:sz w:val="20"/>
          <w:szCs w:val="20"/>
        </w:rPr>
        <w:t>о</w:t>
      </w:r>
      <w:r w:rsidRPr="00A9616E">
        <w:rPr>
          <w:rFonts w:ascii="Times New Roman" w:hAnsi="Times New Roman"/>
          <w:spacing w:val="-12"/>
          <w:sz w:val="20"/>
          <w:szCs w:val="20"/>
        </w:rPr>
        <w:t xml:space="preserve">давца муниципального имущества в сети "Интернет" –http://burmistrovo.iskitim-r.ru, официальном сайте Российской Федерации в сети "Интернет" для размещения информации о проведении торгов – </w:t>
      </w:r>
      <w:hyperlink r:id="rId10" w:history="1">
        <w:r w:rsidRPr="00A9616E">
          <w:rPr>
            <w:rFonts w:ascii="Times New Roman" w:hAnsi="Times New Roman"/>
            <w:color w:val="0000FF"/>
            <w:spacing w:val="-12"/>
            <w:sz w:val="20"/>
            <w:szCs w:val="20"/>
            <w:u w:val="single"/>
          </w:rPr>
          <w:t>https://torgi.gov.ru</w:t>
        </w:r>
      </w:hyperlink>
      <w:r w:rsidRPr="00A9616E">
        <w:rPr>
          <w:rFonts w:ascii="Times New Roman" w:hAnsi="Times New Roman"/>
          <w:spacing w:val="-12"/>
          <w:sz w:val="20"/>
          <w:szCs w:val="20"/>
        </w:rPr>
        <w:t xml:space="preserve">. </w:t>
      </w:r>
    </w:p>
    <w:p w:rsidR="0066233A" w:rsidRPr="00A9616E" w:rsidRDefault="0066233A" w:rsidP="00A9616E">
      <w:pPr>
        <w:keepNext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Контактное лицо по аукциону: Глава Бурмистровского сельсовета Искитимского района Новосибирской области – Ульченко Климентий Валерьянович.</w:t>
      </w:r>
    </w:p>
    <w:p w:rsidR="0066233A" w:rsidRPr="00A9616E" w:rsidRDefault="0066233A" w:rsidP="00A9616E">
      <w:pPr>
        <w:keepNext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>Сведения о муниципальном имуществе передаваемого на правах аренды по результатам проведения торгов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1 лот земельный участок, местоположение: Новосибирская область, Искитимский район, д. Бурмистрово, ул. Центральная, 30б, кадас</w:t>
      </w:r>
      <w:r w:rsidRPr="00A9616E">
        <w:rPr>
          <w:rFonts w:ascii="Times New Roman" w:hAnsi="Times New Roman"/>
          <w:spacing w:val="-12"/>
          <w:sz w:val="20"/>
          <w:szCs w:val="20"/>
        </w:rPr>
        <w:t>т</w:t>
      </w:r>
      <w:r w:rsidRPr="00A9616E">
        <w:rPr>
          <w:rFonts w:ascii="Times New Roman" w:hAnsi="Times New Roman"/>
          <w:spacing w:val="-12"/>
          <w:sz w:val="20"/>
          <w:szCs w:val="20"/>
        </w:rPr>
        <w:t>ровый номер 54:07:041001:1777, категория земель: земли населённых пунктов, разрешённое использование: для строительства магазина, площадь 1500 м</w:t>
      </w:r>
      <w:r w:rsidRPr="00A9616E">
        <w:rPr>
          <w:rFonts w:ascii="Times New Roman" w:hAnsi="Times New Roman"/>
          <w:spacing w:val="-12"/>
          <w:sz w:val="20"/>
          <w:szCs w:val="20"/>
          <w:vertAlign w:val="superscript"/>
        </w:rPr>
        <w:t>2</w:t>
      </w:r>
      <w:r w:rsidRPr="00A9616E">
        <w:rPr>
          <w:rFonts w:ascii="Times New Roman" w:hAnsi="Times New Roman"/>
          <w:spacing w:val="-12"/>
          <w:sz w:val="20"/>
          <w:szCs w:val="20"/>
        </w:rPr>
        <w:t>. Ограничения прав – отсутствуют.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Начальная цена продажи, руб.: 1 443 060 руб. 00 коп.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Размер задатка (10 %), руб.: 144 306 руб. 00 коп.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Шаг аукциона (1 %), руб.: 14 430 руб. 60 коп.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Дата начала приёма заявок: 0</w:t>
      </w:r>
      <w:r>
        <w:rPr>
          <w:rFonts w:ascii="Times New Roman" w:hAnsi="Times New Roman"/>
          <w:spacing w:val="-12"/>
          <w:sz w:val="20"/>
          <w:szCs w:val="20"/>
          <w:lang w:eastAsia="ru-RU"/>
        </w:rPr>
        <w:t>7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.10.2015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 xml:space="preserve">Дата окончания приёма заявок: </w:t>
      </w:r>
      <w:r>
        <w:rPr>
          <w:rFonts w:ascii="Times New Roman" w:hAnsi="Times New Roman"/>
          <w:spacing w:val="-12"/>
          <w:sz w:val="20"/>
          <w:szCs w:val="20"/>
          <w:lang w:eastAsia="ru-RU"/>
        </w:rPr>
        <w:t>06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.11.2015 09.00 (время новосибирское)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>
        <w:rPr>
          <w:rFonts w:ascii="Times New Roman" w:hAnsi="Times New Roman"/>
          <w:spacing w:val="-12"/>
          <w:sz w:val="20"/>
          <w:szCs w:val="20"/>
          <w:lang w:eastAsia="ru-RU"/>
        </w:rPr>
        <w:t>Дата рассмотрения заявок: 09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.11.2015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Дата</w:t>
      </w:r>
      <w:r>
        <w:rPr>
          <w:rFonts w:ascii="Times New Roman" w:hAnsi="Times New Roman"/>
          <w:spacing w:val="-12"/>
          <w:sz w:val="20"/>
          <w:szCs w:val="20"/>
          <w:lang w:eastAsia="ru-RU"/>
        </w:rPr>
        <w:t xml:space="preserve"> и время проведения аукциона: 10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.11.2015 10.00 (время новосибирское)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Аукцион является открытым по составу участников.</w:t>
      </w:r>
    </w:p>
    <w:p w:rsidR="0066233A" w:rsidRPr="00A9616E" w:rsidRDefault="0066233A" w:rsidP="00BC4E3C">
      <w:pPr>
        <w:pStyle w:val="BodyText"/>
      </w:pPr>
      <w:r w:rsidRPr="00A9616E">
        <w:t>Извещение о проведении аукциона размещается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определённом Правительством Росси</w:t>
      </w:r>
      <w:r w:rsidRPr="00A9616E">
        <w:t>й</w:t>
      </w:r>
      <w:r w:rsidRPr="00A9616E">
        <w:t>ской Федерации (далее - официальный сайт), не менее чем за 30 (тридцать) дней до дня проведения аукциона. Указанное извещение должно быть доступно для ознакомления всем заинтересованным лицам без взимания платы.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Организатор аукциона также обеспечивает опубликование извещения о проведении аукциона в порядке, установленном для официал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ь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ного опубликования (обнародования) муниципальных правовых актов уставом поселения, по месту нахождения земельного участка не менее чем за тридцать дней до дня проведения аукциона.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Организатор торгов принимает решение об отказе в проведении аукциона в случае выявления обстоятельств, предусмотренных пун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к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том 8 ст. 39.11 Земельного Кодекса Российской Федерации 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а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тить его участникам внесённые задатки.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2) копии документов, удостоверяющих личность заявителя (для граждан);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3) надлежащим образом заверенный перевод на русский язык документов о государственной регистрации юридического лица в соо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т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ветствии с законодательством иностранного государства в случае, если заявителем является иностранное юридическое лицо;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4) документы, подтверждающие внесение задатка.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Представление документов, подтверждающих внесение задатка, признается заключением соглашения о задатке.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Организатор аукциона не вправе требовать представление иных документов, за исключением документов, указанных в настоящей д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о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 xml:space="preserve">кументации. 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Приём документов прекращается не ранее чем за 5 (пять) дней до дня проведения аукциона по продаже земельного участка, находящ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е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гося в муниципальной собственности.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Один заявитель вправе подать только одну заявку на участие в аукционе.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а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ток в течение 3 (трех)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Заявитель не допускается к участию в аукционе в следующих случаях: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2) непоступление задатка на дату рассмотрения заявок на участие в аукционе;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участка;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4) наличие сведений о заявителе, об учредителях (участниках), о членах коллегиальных исполнительных органов заявителя, лицах, и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с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полняющих функции единоличного исполнительного органа заявителя, являющегося юридическим лицом, в предусмотренном ст. 39.11 Земельного Клдекса Российской Федерации реестре недобросовестных участников аукциона.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т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ником аукциона, становится участником аукциона с даты подписания организатором аукциона протокола рассмотрения заявок. Прот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о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Заявителям, признанным участниками аукциона, и заявителям, не допущенным к участию в аукционе, Организатор аукциона направл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я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ет уведомления о принятых в отношении них решениях не позднее дня, следующего после дня подписания протокола рассмотрения заявок на участие в аукционе.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Организатор аукциона обязан вернуть заявителю, не допущенному к участию в аукционе, внесённый им задаток в течение 3 (трех) р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а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бочих дней со дня оформления протокола приема заявок на участие в аукционе.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В случае, если аукцион признан несостоявшимся и только один заявитель признан участником аукциона, Организатор торгов в течение 10 (десяти) дней со дня подписания протокола рассмотрения заявок на участие в аукционе, обязан направить заявителю три экземпляра подписанного проекта договора купли-продажи. При этом договор купли-продажи земельного участка заключается по начальной цене предмета аукциона.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и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тель, подавший указанную заявку, соответствуют всем требованиям и указанным в извещении о проведении аукциона условиям ау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к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циона, Организатор торгов в течение 10 (десяти) дней со дня рассмотрения указанной заявки обязан направить заявителю три экземпл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я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ра подписанного проекта договора купли-продажи. При этом договор купли-продажи земельного участка заключается по начальной цене предмета аукциона.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я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1) сведения о месте, дате и времени проведения аукциона;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2) предмет аукциона, в том числе сведения о местоположении и площади земельного участка;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4) наименование и место нахождения (для юридического лица), фамилия, имя и (при наличии) отчество, место жительства (для гражд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а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нина) победителя аукциона и иного участника аукциона, который сделал предпоследнее предложение о цене предмета аукциона;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5) сведения о последнем предложении о цене предмета аукциона (цена приобретаемого в собственность земельного участка, размер ежегодной арендной платы или размер первого арендного платежа).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Протокол о результатах аукциона размещается на официальном сайте в течение одного рабочего дня со дня подписания данного прот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о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кола.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Победителем аукциона признается участник аукциона, предложивший наибольшую цену за земельный участок.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В случае, если в аукционе участвовал только один участник или при проведении аукциона не присутствовал ни один из участников ау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к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Организатор торгов направляет победителю аукциона или единственному принявшему участие в аукционе его участнику три экземпл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я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ра подписанного проекта договора купли-продажи в десятидневный срок со дня составления протокола о результатах аукциона. При этом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 Не допу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с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кается заключение указанных договоров ранее чем через десять дней со дня размещения информации о результатах аукциона на офиц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и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альном сайте.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Задаток, внесенный лицом, признанным победителем аукциона, задаток, внесённый иным лицом, с которым договор купли-продажи заключается в соответствии с пунктом 13, 14 или 20 ст. 39.11 Земельного Кодекса Российской Федерации, засчитываются в оплату пр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и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 xml:space="preserve">обретаемого земельного участка. Задатки, внесенные этими лицами, не заключившими в установленном настоящей </w:t>
      </w:r>
      <w:r>
        <w:rPr>
          <w:rFonts w:ascii="Times New Roman" w:hAnsi="Times New Roman"/>
          <w:spacing w:val="-12"/>
          <w:sz w:val="20"/>
          <w:szCs w:val="20"/>
          <w:lang w:eastAsia="ru-RU"/>
        </w:rPr>
        <w:t xml:space="preserve">документацией 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порядке договора купли-продажи вследствие уклонения от заключения указанных договоров, не возвращаются.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течение 30 (тридцати) дней со дня направления им проекта договора купли-продажи не подписали и не представили Организатору торгов указанные договоры (при наличии указанных лиц). При этом условия повторного аукциона могут быть изменены.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Если договор купли-продажи в течение тридцати дней со дня направления победителю аукциона проектов указанного договора не были им подписаны и представлены Организатору торгов, организатор аукциона предлагает заключить указанные договоры иному участн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и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ку аукциона, который сделал предпоследнее предложение о цене предмета аукциона, по цене, предложенной победителем аукциона.</w:t>
      </w:r>
    </w:p>
    <w:p w:rsidR="0066233A" w:rsidRPr="00A9616E" w:rsidRDefault="0066233A" w:rsidP="00A9616E">
      <w:pPr>
        <w:tabs>
          <w:tab w:val="left" w:pos="142"/>
          <w:tab w:val="left" w:pos="4050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В случае, если в течение 30 (тридцати) дней со дня направления участнику аукциона, который сделал предпоследнее предложение о цене предмета аукциона, проекта договора купли-продажи этот участник не представил Организатору торгов подписанные им догов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о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ры,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Кодексом.</w:t>
      </w:r>
    </w:p>
    <w:p w:rsidR="0066233A" w:rsidRPr="00A9616E" w:rsidRDefault="0066233A" w:rsidP="00A9616E">
      <w:pPr>
        <w:tabs>
          <w:tab w:val="left" w:pos="142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  <w:lang w:eastAsia="ru-RU"/>
        </w:rPr>
        <w:t xml:space="preserve">Заявки подаются по адресу: </w:t>
      </w:r>
      <w:r w:rsidRPr="00A9616E">
        <w:rPr>
          <w:rFonts w:ascii="Times New Roman" w:hAnsi="Times New Roman"/>
          <w:spacing w:val="-12"/>
          <w:sz w:val="20"/>
          <w:szCs w:val="20"/>
        </w:rPr>
        <w:t xml:space="preserve">Новосибирская обл, Искитимский р-н, Бурмистрово д, Центральная, </w:t>
      </w:r>
      <w:r>
        <w:rPr>
          <w:rFonts w:ascii="Times New Roman" w:hAnsi="Times New Roman"/>
          <w:spacing w:val="-12"/>
          <w:sz w:val="20"/>
          <w:szCs w:val="20"/>
        </w:rPr>
        <w:t>22а, каб. приёмной с 07</w:t>
      </w:r>
      <w:r w:rsidRPr="00A9616E">
        <w:rPr>
          <w:rFonts w:ascii="Times New Roman" w:hAnsi="Times New Roman"/>
          <w:spacing w:val="-12"/>
          <w:sz w:val="20"/>
          <w:szCs w:val="20"/>
        </w:rPr>
        <w:t>.10.2015 д</w:t>
      </w:r>
      <w:r>
        <w:rPr>
          <w:rFonts w:ascii="Times New Roman" w:hAnsi="Times New Roman"/>
          <w:spacing w:val="-12"/>
          <w:sz w:val="20"/>
          <w:szCs w:val="20"/>
        </w:rPr>
        <w:t>о 10.00 (время новосибирское) 06</w:t>
      </w:r>
      <w:r w:rsidRPr="00A9616E">
        <w:rPr>
          <w:rFonts w:ascii="Times New Roman" w:hAnsi="Times New Roman"/>
          <w:spacing w:val="-12"/>
          <w:sz w:val="20"/>
          <w:szCs w:val="20"/>
        </w:rPr>
        <w:t>.11.2015 года.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 xml:space="preserve">Рассмотрение заявок на участие в аукционе и документов претендентов </w:t>
      </w:r>
      <w:r>
        <w:rPr>
          <w:rFonts w:ascii="Times New Roman" w:hAnsi="Times New Roman"/>
          <w:spacing w:val="-12"/>
          <w:sz w:val="20"/>
          <w:szCs w:val="20"/>
        </w:rPr>
        <w:t>состоится 09</w:t>
      </w:r>
      <w:r w:rsidRPr="00A9616E">
        <w:rPr>
          <w:rFonts w:ascii="Times New Roman" w:hAnsi="Times New Roman"/>
          <w:spacing w:val="-12"/>
          <w:sz w:val="20"/>
          <w:szCs w:val="20"/>
        </w:rPr>
        <w:t>.11.2015 года, по адресу: Новосибирская обл, Искитимский р-н, Бурмистрово д, Центральная, 11.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Размер задатка, срок и порядок его внесения.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bCs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Для участия в аукционе претендент вносит задаток в размере 10 % от начальной цены имущества</w:t>
      </w:r>
      <w:r w:rsidRPr="00A9616E">
        <w:rPr>
          <w:rFonts w:ascii="Times New Roman" w:hAnsi="Times New Roman"/>
          <w:bCs/>
          <w:spacing w:val="-12"/>
          <w:sz w:val="20"/>
          <w:szCs w:val="20"/>
        </w:rPr>
        <w:t xml:space="preserve">, не позднее </w:t>
      </w:r>
      <w:bookmarkStart w:id="0" w:name="_GoBack"/>
      <w:r w:rsidRPr="00A9616E">
        <w:rPr>
          <w:rFonts w:ascii="Times New Roman" w:hAnsi="Times New Roman"/>
          <w:bCs/>
          <w:spacing w:val="-12"/>
          <w:sz w:val="20"/>
          <w:szCs w:val="20"/>
        </w:rPr>
        <w:t>даты окончания срока подачи заявок на участие в аукционе</w:t>
      </w:r>
      <w:bookmarkEnd w:id="0"/>
      <w:r w:rsidRPr="00A9616E">
        <w:rPr>
          <w:rFonts w:ascii="Times New Roman" w:hAnsi="Times New Roman"/>
          <w:bCs/>
          <w:spacing w:val="-12"/>
          <w:sz w:val="20"/>
          <w:szCs w:val="20"/>
        </w:rPr>
        <w:t>: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Документом, подтверждающим поступление задатка на счёт, указанный в информационном сообщении, является выписка с этого сч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е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та.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Суммы задатков возвращаются участникам аукциона, за исключением его победителя, в течение пяти дней с даты подведения итогов аукциона.</w:t>
      </w:r>
    </w:p>
    <w:p w:rsidR="0066233A" w:rsidRPr="00A9616E" w:rsidRDefault="0066233A" w:rsidP="00A9616E">
      <w:pPr>
        <w:widowControl w:val="0"/>
        <w:tabs>
          <w:tab w:val="left" w:pos="142"/>
          <w:tab w:val="left" w:pos="7020"/>
        </w:tabs>
        <w:adjustRightInd w:val="0"/>
        <w:spacing w:after="0" w:line="240" w:lineRule="auto"/>
        <w:ind w:right="50"/>
        <w:jc w:val="both"/>
        <w:textAlignment w:val="baseline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Банковские реквизиты для перечисления денежных средств в качестве задатка: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Получатель: администрация Бурмистровского сельсовета Искитимского района Новосибирской области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ИНН 5443105805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КПП 544301001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Банковские реквизиты: р/с 40204810200000000113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УФК по Новосибирской области в отделении по Искитимскому району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л/с 03513003020 в СибирскоеГУ Банка России г. Новосибирск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БИК 045004001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назначение платежа: «Задаток для участия в аукционе по продаже имущества по извещению № _______».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Задаток, внесённый лицом, признанным победителем аукциона, задаток, внесенный иным лицом, с которым договор купли-продажи заключается в соответствии с пунктом 13, 14 или 20 ст. 39.12 Земельного Кодекса Российской Федерации, засчитываются в оплату пр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и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обретаемого земельного участка. Задатки, внесённые этими лицами, не заключившими в установленном порядке договора купли-продажи земельного участка вследствие уклонения от заключения указанных договоров, не возвращаются..</w:t>
      </w:r>
    </w:p>
    <w:p w:rsidR="0066233A" w:rsidRPr="00A9616E" w:rsidRDefault="0066233A" w:rsidP="00A9616E">
      <w:pPr>
        <w:tabs>
          <w:tab w:val="left" w:pos="142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Порядок проведения аукциона.</w:t>
      </w:r>
    </w:p>
    <w:p w:rsidR="0066233A" w:rsidRPr="00A9616E" w:rsidRDefault="0066233A" w:rsidP="00A9616E">
      <w:pPr>
        <w:tabs>
          <w:tab w:val="left" w:pos="142"/>
        </w:tabs>
        <w:spacing w:after="0" w:line="240" w:lineRule="auto"/>
        <w:ind w:right="50"/>
        <w:jc w:val="both"/>
        <w:rPr>
          <w:rFonts w:ascii="Times New Roman" w:hAnsi="Times New Roman"/>
          <w:b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b/>
          <w:spacing w:val="-12"/>
          <w:sz w:val="20"/>
          <w:szCs w:val="20"/>
          <w:lang w:eastAsia="ru-RU"/>
        </w:rPr>
        <w:t xml:space="preserve">Дата и место проведения аукциона: </w:t>
      </w:r>
      <w:r>
        <w:rPr>
          <w:rFonts w:ascii="Times New Roman" w:hAnsi="Times New Roman"/>
          <w:spacing w:val="-12"/>
          <w:sz w:val="20"/>
          <w:szCs w:val="20"/>
          <w:lang w:eastAsia="ru-RU"/>
        </w:rPr>
        <w:t>10.00 (время новосибирское) 10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 xml:space="preserve">.11.2015 года по адресу: </w:t>
      </w:r>
      <w:r w:rsidRPr="00A9616E">
        <w:rPr>
          <w:rFonts w:ascii="Times New Roman" w:hAnsi="Times New Roman"/>
          <w:spacing w:val="-12"/>
          <w:sz w:val="20"/>
          <w:szCs w:val="20"/>
        </w:rPr>
        <w:t xml:space="preserve">Новосибирская обл, Искитимский р-н, Бурмистрово д, Центральная, </w:t>
      </w:r>
      <w:r>
        <w:rPr>
          <w:rFonts w:ascii="Times New Roman" w:hAnsi="Times New Roman"/>
          <w:spacing w:val="-12"/>
          <w:sz w:val="20"/>
          <w:szCs w:val="20"/>
        </w:rPr>
        <w:t>22а</w:t>
      </w:r>
      <w:r w:rsidRPr="00A9616E">
        <w:rPr>
          <w:rFonts w:ascii="Times New Roman" w:hAnsi="Times New Roman"/>
          <w:spacing w:val="-12"/>
          <w:sz w:val="20"/>
          <w:szCs w:val="20"/>
        </w:rPr>
        <w:t>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b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b/>
          <w:spacing w:val="-12"/>
          <w:sz w:val="20"/>
          <w:szCs w:val="20"/>
          <w:lang w:eastAsia="ru-RU"/>
        </w:rPr>
        <w:t>Порядок ознакомления покупателей с иной информацией, условиями договора купли-продажи такого имущества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bCs/>
          <w:spacing w:val="-12"/>
          <w:sz w:val="20"/>
          <w:szCs w:val="20"/>
        </w:rPr>
        <w:t>С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о дня приёма заявок лицо, желающее приобрести муниципальное имущество, имеет право на ознакомление с информацией о подл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е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жащем приватизации муниципальном имуществе, как путём обращения к официальному сайту, на котором размещено настоящее и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з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вещение, так и путём обращения к организатору торгов по указанному адресу местонахождения. Запрос на предоставление документ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а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ции имеющей отношение к настоящему аукциону: извещение о проведении аукциона, Распоряжение администрации о продаже им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у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щества, результаты оценки имущества (отчёт) может быть составлен в произвольной, но обязательно письменной форме, и подлежит регистрации в приёмной администрации. В запросе обязательно подлежит указать адрес доставки информационного сообщения ау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к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циона почтовой связью.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Ответ на предоставление информации может быть предоставлен в течение 2 (двух) рабочих дней со дня регистрации запроса и пре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д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ставлен в виде право ознакомления с имеющимися документами и информацией у организатора торгов, а также в форме предоставл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е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ния советующих документально оформленной информации на бумажном носителе путём направления по адресу указанному в заявл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е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нии о предоставлении информационного сообщения.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</w:p>
    <w:p w:rsidR="0066233A" w:rsidRPr="00A9616E" w:rsidRDefault="0066233A" w:rsidP="00A9616E">
      <w:p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b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b/>
          <w:spacing w:val="-12"/>
          <w:sz w:val="20"/>
          <w:szCs w:val="20"/>
          <w:lang w:eastAsia="ru-RU"/>
        </w:rPr>
        <w:t>Приложение № 1</w:t>
      </w:r>
    </w:p>
    <w:p w:rsidR="0066233A" w:rsidRPr="00A9616E" w:rsidRDefault="0066233A" w:rsidP="00A9616E">
      <w:p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Форма Договора о задатке</w:t>
      </w:r>
    </w:p>
    <w:p w:rsidR="0066233A" w:rsidRPr="00A9616E" w:rsidRDefault="0066233A" w:rsidP="00A9616E">
      <w:p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  <w:lang w:eastAsia="ru-RU"/>
        </w:rPr>
      </w:pPr>
    </w:p>
    <w:p w:rsidR="0066233A" w:rsidRPr="00A9616E" w:rsidRDefault="0066233A" w:rsidP="00A9616E">
      <w:pPr>
        <w:keepNext/>
        <w:tabs>
          <w:tab w:val="left" w:pos="142"/>
          <w:tab w:val="left" w:pos="426"/>
        </w:tabs>
        <w:spacing w:after="0" w:line="240" w:lineRule="auto"/>
        <w:ind w:right="50"/>
        <w:jc w:val="center"/>
        <w:outlineLvl w:val="0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>ДОГОВОР О ЗАДАТКЕ №__</w:t>
      </w:r>
    </w:p>
    <w:p w:rsidR="0066233A" w:rsidRPr="00A9616E" w:rsidRDefault="0066233A" w:rsidP="00A9616E">
      <w:p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>д. Бурмистрово, Искитимского района</w:t>
      </w:r>
    </w:p>
    <w:p w:rsidR="0066233A" w:rsidRPr="00A9616E" w:rsidRDefault="0066233A" w:rsidP="00A9616E">
      <w:p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>Новосибирской области</w:t>
      </w:r>
      <w:r w:rsidRPr="00A9616E">
        <w:rPr>
          <w:rFonts w:ascii="Times New Roman" w:hAnsi="Times New Roman"/>
          <w:spacing w:val="-12"/>
          <w:sz w:val="20"/>
          <w:szCs w:val="20"/>
        </w:rPr>
        <w:tab/>
      </w:r>
      <w:r w:rsidRPr="00A9616E">
        <w:rPr>
          <w:rFonts w:ascii="Times New Roman" w:hAnsi="Times New Roman"/>
          <w:spacing w:val="-12"/>
          <w:sz w:val="20"/>
          <w:szCs w:val="20"/>
        </w:rPr>
        <w:tab/>
      </w:r>
      <w:r w:rsidRPr="00A9616E">
        <w:rPr>
          <w:rFonts w:ascii="Times New Roman" w:hAnsi="Times New Roman"/>
          <w:spacing w:val="-12"/>
          <w:sz w:val="20"/>
          <w:szCs w:val="20"/>
        </w:rPr>
        <w:tab/>
      </w:r>
      <w:r w:rsidRPr="00A9616E">
        <w:rPr>
          <w:rFonts w:ascii="Times New Roman" w:hAnsi="Times New Roman"/>
          <w:spacing w:val="-12"/>
          <w:sz w:val="20"/>
          <w:szCs w:val="20"/>
        </w:rPr>
        <w:tab/>
      </w:r>
      <w:r w:rsidRPr="00A9616E">
        <w:rPr>
          <w:rFonts w:ascii="Times New Roman" w:hAnsi="Times New Roman"/>
          <w:spacing w:val="-12"/>
          <w:sz w:val="20"/>
          <w:szCs w:val="20"/>
        </w:rPr>
        <w:tab/>
      </w:r>
      <w:r w:rsidRPr="00A9616E">
        <w:rPr>
          <w:rFonts w:ascii="Times New Roman" w:hAnsi="Times New Roman"/>
          <w:spacing w:val="-12"/>
          <w:sz w:val="20"/>
          <w:szCs w:val="20"/>
        </w:rPr>
        <w:tab/>
      </w:r>
      <w:r w:rsidRPr="00A9616E">
        <w:rPr>
          <w:rFonts w:ascii="Times New Roman" w:hAnsi="Times New Roman"/>
          <w:spacing w:val="-12"/>
          <w:sz w:val="20"/>
          <w:szCs w:val="20"/>
        </w:rPr>
        <w:tab/>
      </w:r>
      <w:r w:rsidRPr="00A9616E">
        <w:rPr>
          <w:rFonts w:ascii="Times New Roman" w:hAnsi="Times New Roman"/>
          <w:spacing w:val="-12"/>
          <w:sz w:val="20"/>
          <w:szCs w:val="20"/>
        </w:rPr>
        <w:tab/>
      </w:r>
      <w:r w:rsidRPr="00A9616E">
        <w:rPr>
          <w:rFonts w:ascii="Times New Roman" w:hAnsi="Times New Roman"/>
          <w:spacing w:val="-12"/>
          <w:sz w:val="20"/>
          <w:szCs w:val="20"/>
        </w:rPr>
        <w:tab/>
        <w:t>«___» ____________ 201___</w:t>
      </w:r>
    </w:p>
    <w:p w:rsidR="0066233A" w:rsidRPr="00A9616E" w:rsidRDefault="0066233A" w:rsidP="00A9616E">
      <w:p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</w:p>
    <w:p w:rsidR="0066233A" w:rsidRPr="00A9616E" w:rsidRDefault="0066233A" w:rsidP="00492816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Администрация Бурмистровского</w:t>
      </w:r>
      <w:r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A9616E">
        <w:rPr>
          <w:rFonts w:ascii="Times New Roman" w:hAnsi="Times New Roman"/>
          <w:spacing w:val="-12"/>
          <w:sz w:val="20"/>
          <w:szCs w:val="20"/>
        </w:rPr>
        <w:t>сельсовета</w:t>
      </w:r>
      <w:r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A9616E">
        <w:rPr>
          <w:rFonts w:ascii="Times New Roman" w:hAnsi="Times New Roman"/>
          <w:spacing w:val="-12"/>
          <w:sz w:val="20"/>
          <w:szCs w:val="20"/>
        </w:rPr>
        <w:t>Искитимского района Новосибирской области, именуемая в дальнейшем «Организатор торгов», в лице Бурмистровского сельсовета Искитимского района Новосибирской области К. В. Ульченко, действующего на основ</w:t>
      </w:r>
      <w:r w:rsidRPr="00A9616E">
        <w:rPr>
          <w:rFonts w:ascii="Times New Roman" w:hAnsi="Times New Roman"/>
          <w:spacing w:val="-12"/>
          <w:sz w:val="20"/>
          <w:szCs w:val="20"/>
        </w:rPr>
        <w:t>а</w:t>
      </w:r>
      <w:r w:rsidRPr="00A9616E">
        <w:rPr>
          <w:rFonts w:ascii="Times New Roman" w:hAnsi="Times New Roman"/>
          <w:spacing w:val="-12"/>
          <w:sz w:val="20"/>
          <w:szCs w:val="20"/>
        </w:rPr>
        <w:t>нии Устава, с одной стороны, и</w:t>
      </w:r>
    </w:p>
    <w:p w:rsidR="0066233A" w:rsidRPr="00A9616E" w:rsidRDefault="0066233A" w:rsidP="00492816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bCs/>
          <w:spacing w:val="-12"/>
          <w:sz w:val="20"/>
          <w:szCs w:val="20"/>
        </w:rPr>
      </w:pPr>
      <w:r w:rsidRPr="00A9616E">
        <w:rPr>
          <w:rFonts w:ascii="Times New Roman" w:hAnsi="Times New Roman"/>
          <w:bCs/>
          <w:spacing w:val="-12"/>
          <w:sz w:val="20"/>
          <w:szCs w:val="20"/>
        </w:rPr>
        <w:t>____________________________, именуемая (ый) в дальнейшем «Претендент», в лице __________________, с другой стороны закл</w:t>
      </w:r>
      <w:r w:rsidRPr="00A9616E">
        <w:rPr>
          <w:rFonts w:ascii="Times New Roman" w:hAnsi="Times New Roman"/>
          <w:bCs/>
          <w:spacing w:val="-12"/>
          <w:sz w:val="20"/>
          <w:szCs w:val="20"/>
        </w:rPr>
        <w:t>ю</w:t>
      </w:r>
      <w:r w:rsidRPr="00A9616E">
        <w:rPr>
          <w:rFonts w:ascii="Times New Roman" w:hAnsi="Times New Roman"/>
          <w:bCs/>
          <w:spacing w:val="-12"/>
          <w:sz w:val="20"/>
          <w:szCs w:val="20"/>
        </w:rPr>
        <w:t>чили настоящий Договор о нижеследующем:</w:t>
      </w:r>
    </w:p>
    <w:p w:rsidR="0066233A" w:rsidRPr="00A9616E" w:rsidRDefault="0066233A" w:rsidP="00492816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bCs/>
          <w:spacing w:val="-12"/>
          <w:sz w:val="20"/>
          <w:szCs w:val="20"/>
        </w:rPr>
      </w:pPr>
    </w:p>
    <w:p w:rsidR="0066233A" w:rsidRPr="00A9616E" w:rsidRDefault="0066233A" w:rsidP="00492816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right="50" w:firstLine="0"/>
        <w:jc w:val="center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>Предмет договора.</w:t>
      </w:r>
    </w:p>
    <w:p w:rsidR="0066233A" w:rsidRPr="00A9616E" w:rsidRDefault="0066233A" w:rsidP="00492816">
      <w:pPr>
        <w:numPr>
          <w:ilvl w:val="1"/>
          <w:numId w:val="3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right="50" w:firstLine="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В соответствии с условиями настоящего договора Претендент для участия в аукционе по продаже муниципального имущества № _______ (номер извещения) (далее «Имущества»), находящегося в муниципальной собственности, перечисляет денежные средства (д</w:t>
      </w:r>
      <w:r w:rsidRPr="00A9616E">
        <w:rPr>
          <w:rFonts w:ascii="Times New Roman" w:hAnsi="Times New Roman"/>
          <w:spacing w:val="-12"/>
          <w:sz w:val="20"/>
          <w:szCs w:val="20"/>
        </w:rPr>
        <w:t>а</w:t>
      </w:r>
      <w:r w:rsidRPr="00A9616E">
        <w:rPr>
          <w:rFonts w:ascii="Times New Roman" w:hAnsi="Times New Roman"/>
          <w:spacing w:val="-12"/>
          <w:sz w:val="20"/>
          <w:szCs w:val="20"/>
        </w:rPr>
        <w:t>лее «Задаток») единым платежом, а Организатор торгов принимает Задаток на счет Организатора торгов.</w:t>
      </w:r>
    </w:p>
    <w:p w:rsidR="0066233A" w:rsidRPr="00A9616E" w:rsidRDefault="0066233A" w:rsidP="00492816">
      <w:pPr>
        <w:numPr>
          <w:ilvl w:val="1"/>
          <w:numId w:val="3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right="50" w:firstLine="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Размер задатка составляет: ___________________ рублей _____ копеек.</w:t>
      </w:r>
    </w:p>
    <w:p w:rsidR="0066233A" w:rsidRPr="00A9616E" w:rsidRDefault="0066233A" w:rsidP="00492816">
      <w:pPr>
        <w:numPr>
          <w:ilvl w:val="1"/>
          <w:numId w:val="3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right="50" w:firstLine="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Реквизиты для перечисления денежных средств в качестве задатка:</w:t>
      </w:r>
    </w:p>
    <w:p w:rsidR="0066233A" w:rsidRPr="00A9616E" w:rsidRDefault="0066233A" w:rsidP="00492816">
      <w:pPr>
        <w:tabs>
          <w:tab w:val="left" w:pos="0"/>
          <w:tab w:val="left" w:pos="142"/>
          <w:tab w:val="left" w:pos="284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Получатель: УФК по Новосибирской области (администрация Бурмистровского сельсовета Искитимского района Новосибирской о</w:t>
      </w:r>
      <w:r w:rsidRPr="00A9616E">
        <w:rPr>
          <w:rFonts w:ascii="Times New Roman" w:hAnsi="Times New Roman"/>
          <w:spacing w:val="-12"/>
          <w:sz w:val="20"/>
          <w:szCs w:val="20"/>
        </w:rPr>
        <w:t>б</w:t>
      </w:r>
      <w:r w:rsidRPr="00A9616E">
        <w:rPr>
          <w:rFonts w:ascii="Times New Roman" w:hAnsi="Times New Roman"/>
          <w:spacing w:val="-12"/>
          <w:sz w:val="20"/>
          <w:szCs w:val="20"/>
        </w:rPr>
        <w:t>ласти л/с 05513003020)</w:t>
      </w:r>
    </w:p>
    <w:p w:rsidR="0066233A" w:rsidRPr="00A9616E" w:rsidRDefault="0066233A" w:rsidP="00492816">
      <w:pPr>
        <w:tabs>
          <w:tab w:val="left" w:pos="0"/>
          <w:tab w:val="left" w:pos="142"/>
          <w:tab w:val="left" w:pos="284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Сибирское</w:t>
      </w:r>
      <w:r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A9616E">
        <w:rPr>
          <w:rFonts w:ascii="Times New Roman" w:hAnsi="Times New Roman"/>
          <w:spacing w:val="-12"/>
          <w:sz w:val="20"/>
          <w:szCs w:val="20"/>
        </w:rPr>
        <w:t>ГУ Банка России г. Новосибирск</w:t>
      </w:r>
    </w:p>
    <w:p w:rsidR="0066233A" w:rsidRPr="00A9616E" w:rsidRDefault="0066233A" w:rsidP="00492816">
      <w:pPr>
        <w:tabs>
          <w:tab w:val="left" w:pos="0"/>
          <w:tab w:val="left" w:pos="142"/>
          <w:tab w:val="left" w:pos="284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р/с 40302810600043000148</w:t>
      </w:r>
    </w:p>
    <w:p w:rsidR="0066233A" w:rsidRPr="00A9616E" w:rsidRDefault="0066233A" w:rsidP="00492816">
      <w:pPr>
        <w:tabs>
          <w:tab w:val="left" w:pos="0"/>
          <w:tab w:val="left" w:pos="142"/>
          <w:tab w:val="left" w:pos="284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БИК 045004001</w:t>
      </w:r>
    </w:p>
    <w:p w:rsidR="0066233A" w:rsidRPr="00A9616E" w:rsidRDefault="0066233A" w:rsidP="00492816">
      <w:pPr>
        <w:tabs>
          <w:tab w:val="left" w:pos="0"/>
          <w:tab w:val="left" w:pos="142"/>
          <w:tab w:val="left" w:pos="284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В графе «Назначение платежа» указать: «Задаток для участия в аукционе по продаже имущества».</w:t>
      </w:r>
    </w:p>
    <w:p w:rsidR="0066233A" w:rsidRPr="00A9616E" w:rsidRDefault="0066233A" w:rsidP="00492816">
      <w:p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</w:p>
    <w:p w:rsidR="0066233A" w:rsidRPr="00A9616E" w:rsidRDefault="0066233A" w:rsidP="00492816">
      <w:pPr>
        <w:numPr>
          <w:ilvl w:val="0"/>
          <w:numId w:val="2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right="50" w:firstLine="0"/>
        <w:jc w:val="center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>Порядок внесения задатка.</w:t>
      </w:r>
    </w:p>
    <w:p w:rsidR="0066233A" w:rsidRPr="00A9616E" w:rsidRDefault="0066233A" w:rsidP="00492816">
      <w:pPr>
        <w:numPr>
          <w:ilvl w:val="1"/>
          <w:numId w:val="4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right="50" w:firstLine="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Задаток должен быть внесён Претендентом на указанный в п.1.3. настоящего договора счет не позднее даты окончания срока подачи заявок, указанного в информационном сообщении о проведении аукциона, и считается внесенным с даты поступления всей суммы з</w:t>
      </w:r>
      <w:r w:rsidRPr="00A9616E">
        <w:rPr>
          <w:rFonts w:ascii="Times New Roman" w:hAnsi="Times New Roman"/>
          <w:spacing w:val="-12"/>
          <w:sz w:val="20"/>
          <w:szCs w:val="20"/>
        </w:rPr>
        <w:t>а</w:t>
      </w:r>
      <w:r w:rsidRPr="00A9616E">
        <w:rPr>
          <w:rFonts w:ascii="Times New Roman" w:hAnsi="Times New Roman"/>
          <w:spacing w:val="-12"/>
          <w:sz w:val="20"/>
          <w:szCs w:val="20"/>
        </w:rPr>
        <w:t>датка на счёт, указанный в пункте 1.3. настоящего договора.</w:t>
      </w:r>
    </w:p>
    <w:p w:rsidR="0066233A" w:rsidRPr="00A9616E" w:rsidRDefault="0066233A" w:rsidP="00492816">
      <w:pPr>
        <w:numPr>
          <w:ilvl w:val="1"/>
          <w:numId w:val="4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right="50" w:firstLine="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В случае непоступления всей суммы задатка в установленный срок, или поступление суммы не в полном размере, предусмотренном настоящим Договором и извещением о проведении торгов по продаже муниципального имущества, в котором намерен принять участие Претендент, Претендент к участию в аукционе не допускается. Документом, подтверждающим внесение или невнесение Претендентом задатка, является выписка со счета, указанного в п.1.3. настоящего договора.</w:t>
      </w:r>
    </w:p>
    <w:p w:rsidR="0066233A" w:rsidRPr="00A9616E" w:rsidRDefault="0066233A" w:rsidP="00492816">
      <w:pPr>
        <w:numPr>
          <w:ilvl w:val="1"/>
          <w:numId w:val="4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right="50" w:firstLine="0"/>
        <w:jc w:val="both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Организатор торгов не вправе распоряжаться денежными средствами, поступившими на его счет в качестве задатка.</w:t>
      </w:r>
    </w:p>
    <w:p w:rsidR="0066233A" w:rsidRPr="00A9616E" w:rsidRDefault="0066233A" w:rsidP="00492816">
      <w:p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right="50"/>
        <w:jc w:val="both"/>
        <w:rPr>
          <w:rFonts w:ascii="Times New Roman" w:hAnsi="Times New Roman"/>
          <w:b/>
          <w:spacing w:val="-12"/>
          <w:sz w:val="20"/>
          <w:szCs w:val="20"/>
        </w:rPr>
      </w:pPr>
    </w:p>
    <w:p w:rsidR="0066233A" w:rsidRPr="00A9616E" w:rsidRDefault="0066233A" w:rsidP="00492816">
      <w:pPr>
        <w:numPr>
          <w:ilvl w:val="0"/>
          <w:numId w:val="2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right="50" w:firstLine="0"/>
        <w:jc w:val="center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>Порядок возврата и удержания задатка.</w:t>
      </w:r>
    </w:p>
    <w:p w:rsidR="0066233A" w:rsidRPr="00A9616E" w:rsidRDefault="0066233A" w:rsidP="00492816">
      <w:pPr>
        <w:numPr>
          <w:ilvl w:val="1"/>
          <w:numId w:val="5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right="50" w:firstLine="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Задаток возвращается Организатором торгов путём перечисления суммы внесённого задатка на счёт Претендента, указанного в ра</w:t>
      </w:r>
      <w:r w:rsidRPr="00A9616E">
        <w:rPr>
          <w:rFonts w:ascii="Times New Roman" w:hAnsi="Times New Roman"/>
          <w:spacing w:val="-12"/>
          <w:sz w:val="20"/>
          <w:szCs w:val="20"/>
        </w:rPr>
        <w:t>з</w:t>
      </w:r>
      <w:r w:rsidRPr="00A9616E">
        <w:rPr>
          <w:rFonts w:ascii="Times New Roman" w:hAnsi="Times New Roman"/>
          <w:spacing w:val="-12"/>
          <w:sz w:val="20"/>
          <w:szCs w:val="20"/>
        </w:rPr>
        <w:t xml:space="preserve">деле </w:t>
      </w:r>
      <w:r w:rsidRPr="00A9616E">
        <w:rPr>
          <w:rFonts w:ascii="Times New Roman" w:hAnsi="Times New Roman"/>
          <w:spacing w:val="-12"/>
          <w:sz w:val="20"/>
          <w:szCs w:val="20"/>
          <w:lang w:val="en-US"/>
        </w:rPr>
        <w:t>V</w:t>
      </w:r>
      <w:r w:rsidRPr="00A9616E">
        <w:rPr>
          <w:rFonts w:ascii="Times New Roman" w:hAnsi="Times New Roman"/>
          <w:spacing w:val="-12"/>
          <w:sz w:val="20"/>
          <w:szCs w:val="20"/>
        </w:rPr>
        <w:t xml:space="preserve"> настоящего договора.</w:t>
      </w:r>
    </w:p>
    <w:p w:rsidR="0066233A" w:rsidRPr="00A9616E" w:rsidRDefault="0066233A" w:rsidP="00492816">
      <w:p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Претендент обязан информировать Организатора торгов об изменениях своих банковских реквизитов в течение одного рабочего дня с момента их изменения. Организатор торгов не отвечает за нарушение установленных настоящим договором сроков возврата задатка в случае, если Претендент своевременно не информировал Организатора торгов об изменении своих банковских реквизитов.</w:t>
      </w:r>
    </w:p>
    <w:p w:rsidR="0066233A" w:rsidRPr="00A9616E" w:rsidRDefault="0066233A" w:rsidP="00492816">
      <w:pPr>
        <w:numPr>
          <w:ilvl w:val="1"/>
          <w:numId w:val="5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right="50" w:firstLine="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Лицам, перечислившим задаток для участия в аукционе, денежные средства возвращаются в следующем порядке:</w:t>
      </w:r>
    </w:p>
    <w:p w:rsidR="0066233A" w:rsidRPr="00A9616E" w:rsidRDefault="0066233A" w:rsidP="00492816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а)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нем.;</w:t>
      </w:r>
    </w:p>
    <w:p w:rsidR="0066233A" w:rsidRPr="00A9616E" w:rsidRDefault="0066233A" w:rsidP="00492816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б) Организатор аукциона обязан вернуть заявителю, не допущенному к участию в аукционе, внесённый им задаток в течение 3 (трех) рабочих дней со дня оформления протокола приема заявок на участие в аукцион.</w:t>
      </w:r>
    </w:p>
    <w:p w:rsidR="0066233A" w:rsidRPr="00A9616E" w:rsidRDefault="0066233A" w:rsidP="00492816">
      <w:pPr>
        <w:numPr>
          <w:ilvl w:val="1"/>
          <w:numId w:val="5"/>
        </w:numPr>
        <w:tabs>
          <w:tab w:val="left" w:pos="0"/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right="50" w:firstLine="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Внесённый задаток не возвращается в случае, если Претендент, признанный победителем аукциона уклоняется от заключения дог</w:t>
      </w:r>
      <w:r w:rsidRPr="00A9616E">
        <w:rPr>
          <w:rFonts w:ascii="Times New Roman" w:hAnsi="Times New Roman"/>
          <w:spacing w:val="-12"/>
          <w:sz w:val="20"/>
          <w:szCs w:val="20"/>
        </w:rPr>
        <w:t>о</w:t>
      </w:r>
      <w:r w:rsidRPr="00A9616E">
        <w:rPr>
          <w:rFonts w:ascii="Times New Roman" w:hAnsi="Times New Roman"/>
          <w:spacing w:val="-12"/>
          <w:sz w:val="20"/>
          <w:szCs w:val="20"/>
        </w:rPr>
        <w:t>вора купли-продажи в срок, установленный подписанным Протоколом о результатах аукциона.</w:t>
      </w:r>
    </w:p>
    <w:p w:rsidR="0066233A" w:rsidRPr="00A9616E" w:rsidRDefault="0066233A" w:rsidP="00492816">
      <w:p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</w:rPr>
      </w:pPr>
    </w:p>
    <w:p w:rsidR="0066233A" w:rsidRPr="00A9616E" w:rsidRDefault="0066233A" w:rsidP="00492816">
      <w:pPr>
        <w:numPr>
          <w:ilvl w:val="0"/>
          <w:numId w:val="2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right="50" w:firstLine="0"/>
        <w:jc w:val="center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>Заключительные положения.</w:t>
      </w:r>
    </w:p>
    <w:p w:rsidR="0066233A" w:rsidRPr="00A9616E" w:rsidRDefault="0066233A" w:rsidP="00492816">
      <w:pPr>
        <w:numPr>
          <w:ilvl w:val="1"/>
          <w:numId w:val="6"/>
        </w:numPr>
        <w:tabs>
          <w:tab w:val="left" w:pos="0"/>
          <w:tab w:val="left" w:pos="142"/>
          <w:tab w:val="left" w:pos="284"/>
          <w:tab w:val="left" w:pos="567"/>
        </w:tabs>
        <w:spacing w:after="0" w:line="240" w:lineRule="auto"/>
        <w:ind w:left="0" w:right="50" w:firstLine="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Настоящий договор вступает в силу с момента подписания его Сторонами и прекращает свое действие после исполнения Сторон</w:t>
      </w:r>
      <w:r w:rsidRPr="00A9616E">
        <w:rPr>
          <w:rFonts w:ascii="Times New Roman" w:hAnsi="Times New Roman"/>
          <w:spacing w:val="-12"/>
          <w:sz w:val="20"/>
          <w:szCs w:val="20"/>
        </w:rPr>
        <w:t>а</w:t>
      </w:r>
      <w:r w:rsidRPr="00A9616E">
        <w:rPr>
          <w:rFonts w:ascii="Times New Roman" w:hAnsi="Times New Roman"/>
          <w:spacing w:val="-12"/>
          <w:sz w:val="20"/>
          <w:szCs w:val="20"/>
        </w:rPr>
        <w:t>ми всех обязательств по нему.</w:t>
      </w:r>
    </w:p>
    <w:p w:rsidR="0066233A" w:rsidRPr="00A9616E" w:rsidRDefault="0066233A" w:rsidP="00492816">
      <w:pPr>
        <w:numPr>
          <w:ilvl w:val="1"/>
          <w:numId w:val="6"/>
        </w:numPr>
        <w:tabs>
          <w:tab w:val="left" w:pos="0"/>
          <w:tab w:val="left" w:pos="142"/>
          <w:tab w:val="left" w:pos="284"/>
          <w:tab w:val="left" w:pos="567"/>
        </w:tabs>
        <w:spacing w:after="0" w:line="240" w:lineRule="auto"/>
        <w:ind w:left="0" w:right="50" w:firstLine="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Все возможные споры и разногласия, связанные с исполнением настоящего договора, будут разрешаться Сторонами путем перег</w:t>
      </w:r>
      <w:r w:rsidRPr="00A9616E">
        <w:rPr>
          <w:rFonts w:ascii="Times New Roman" w:hAnsi="Times New Roman"/>
          <w:spacing w:val="-12"/>
          <w:sz w:val="20"/>
          <w:szCs w:val="20"/>
        </w:rPr>
        <w:t>о</w:t>
      </w:r>
      <w:r w:rsidRPr="00A9616E">
        <w:rPr>
          <w:rFonts w:ascii="Times New Roman" w:hAnsi="Times New Roman"/>
          <w:spacing w:val="-12"/>
          <w:sz w:val="20"/>
          <w:szCs w:val="20"/>
        </w:rPr>
        <w:t>воров. В случае невозможности разрешения споров и разногласий путем переговоров, они передаются для разрешения в Арбитражный суд Новосибирской области, в соответствии с действующим законодательством Российской Федерации.</w:t>
      </w:r>
    </w:p>
    <w:p w:rsidR="0066233A" w:rsidRPr="00A9616E" w:rsidRDefault="0066233A" w:rsidP="00492816">
      <w:pPr>
        <w:numPr>
          <w:ilvl w:val="1"/>
          <w:numId w:val="6"/>
        </w:numPr>
        <w:tabs>
          <w:tab w:val="left" w:pos="0"/>
          <w:tab w:val="left" w:pos="142"/>
          <w:tab w:val="left" w:pos="284"/>
          <w:tab w:val="left" w:pos="567"/>
        </w:tabs>
        <w:spacing w:after="0" w:line="240" w:lineRule="auto"/>
        <w:ind w:left="0" w:right="50" w:firstLine="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Взаимоотношения Сторон, не предусмотренные настоящим договором, регулируются действующим законодательством Росси</w:t>
      </w:r>
      <w:r w:rsidRPr="00A9616E">
        <w:rPr>
          <w:rFonts w:ascii="Times New Roman" w:hAnsi="Times New Roman"/>
          <w:spacing w:val="-12"/>
          <w:sz w:val="20"/>
          <w:szCs w:val="20"/>
        </w:rPr>
        <w:t>й</w:t>
      </w:r>
      <w:r w:rsidRPr="00A9616E">
        <w:rPr>
          <w:rFonts w:ascii="Times New Roman" w:hAnsi="Times New Roman"/>
          <w:spacing w:val="-12"/>
          <w:sz w:val="20"/>
          <w:szCs w:val="20"/>
        </w:rPr>
        <w:t>ской Федерации.</w:t>
      </w:r>
    </w:p>
    <w:p w:rsidR="0066233A" w:rsidRPr="00A9616E" w:rsidRDefault="0066233A" w:rsidP="00492816">
      <w:pPr>
        <w:numPr>
          <w:ilvl w:val="1"/>
          <w:numId w:val="6"/>
        </w:numPr>
        <w:tabs>
          <w:tab w:val="left" w:pos="0"/>
          <w:tab w:val="left" w:pos="142"/>
          <w:tab w:val="left" w:pos="284"/>
          <w:tab w:val="left" w:pos="567"/>
        </w:tabs>
        <w:spacing w:after="0" w:line="240" w:lineRule="auto"/>
        <w:ind w:left="0" w:right="50" w:firstLine="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Настоящий договор составлен на условиях присоединения в двух экземплярах, имеющих одинаковую юридическую силу, по одн</w:t>
      </w:r>
      <w:r w:rsidRPr="00A9616E">
        <w:rPr>
          <w:rFonts w:ascii="Times New Roman" w:hAnsi="Times New Roman"/>
          <w:spacing w:val="-12"/>
          <w:sz w:val="20"/>
          <w:szCs w:val="20"/>
        </w:rPr>
        <w:t>о</w:t>
      </w:r>
      <w:r w:rsidRPr="00A9616E">
        <w:rPr>
          <w:rFonts w:ascii="Times New Roman" w:hAnsi="Times New Roman"/>
          <w:spacing w:val="-12"/>
          <w:sz w:val="20"/>
          <w:szCs w:val="20"/>
        </w:rPr>
        <w:t>му для каждой из Сторон.</w:t>
      </w:r>
    </w:p>
    <w:p w:rsidR="0066233A" w:rsidRPr="00A9616E" w:rsidRDefault="0066233A" w:rsidP="00492816">
      <w:pPr>
        <w:tabs>
          <w:tab w:val="left" w:pos="142"/>
          <w:tab w:val="left" w:pos="284"/>
          <w:tab w:val="left" w:pos="426"/>
        </w:tabs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</w:rPr>
      </w:pPr>
    </w:p>
    <w:p w:rsidR="0066233A" w:rsidRPr="00A9616E" w:rsidRDefault="0066233A" w:rsidP="00492816">
      <w:pPr>
        <w:tabs>
          <w:tab w:val="left" w:pos="142"/>
          <w:tab w:val="left" w:pos="284"/>
          <w:tab w:val="left" w:pos="426"/>
        </w:tabs>
        <w:spacing w:after="0" w:line="240" w:lineRule="auto"/>
        <w:ind w:right="50"/>
        <w:jc w:val="center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  <w:lang w:val="en-US"/>
        </w:rPr>
        <w:t>V</w:t>
      </w:r>
      <w:r w:rsidRPr="00A9616E">
        <w:rPr>
          <w:rFonts w:ascii="Times New Roman" w:hAnsi="Times New Roman"/>
          <w:b/>
          <w:spacing w:val="-12"/>
          <w:sz w:val="20"/>
          <w:szCs w:val="20"/>
        </w:rPr>
        <w:t>. Место нахождения и банковские реквизиты Сторон.</w:t>
      </w:r>
    </w:p>
    <w:tbl>
      <w:tblPr>
        <w:tblW w:w="0" w:type="auto"/>
        <w:tblInd w:w="108" w:type="dxa"/>
        <w:tblLayout w:type="fixed"/>
        <w:tblLook w:val="0000"/>
      </w:tblPr>
      <w:tblGrid>
        <w:gridCol w:w="4503"/>
        <w:gridCol w:w="4252"/>
      </w:tblGrid>
      <w:tr w:rsidR="0066233A" w:rsidRPr="00F12C65" w:rsidTr="00244EB4">
        <w:trPr>
          <w:trHeight w:val="437"/>
        </w:trPr>
        <w:tc>
          <w:tcPr>
            <w:tcW w:w="4503" w:type="dxa"/>
          </w:tcPr>
          <w:p w:rsidR="0066233A" w:rsidRPr="00A9616E" w:rsidRDefault="0066233A" w:rsidP="00492816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ind w:right="50"/>
              <w:outlineLvl w:val="0"/>
              <w:rPr>
                <w:rFonts w:ascii="Times New Roman" w:hAnsi="Times New Roman"/>
                <w:b/>
                <w:bCs/>
                <w:spacing w:val="-12"/>
                <w:kern w:val="32"/>
                <w:sz w:val="20"/>
                <w:szCs w:val="20"/>
                <w:lang w:eastAsia="ru-RU"/>
              </w:rPr>
            </w:pPr>
            <w:r w:rsidRPr="00A9616E">
              <w:rPr>
                <w:rFonts w:ascii="Times New Roman" w:hAnsi="Times New Roman"/>
                <w:b/>
                <w:bCs/>
                <w:spacing w:val="-12"/>
                <w:kern w:val="32"/>
                <w:sz w:val="20"/>
                <w:szCs w:val="20"/>
                <w:lang w:eastAsia="ru-RU"/>
              </w:rPr>
              <w:t>Организатор торгов</w:t>
            </w:r>
          </w:p>
        </w:tc>
        <w:tc>
          <w:tcPr>
            <w:tcW w:w="4252" w:type="dxa"/>
          </w:tcPr>
          <w:p w:rsidR="0066233A" w:rsidRPr="00A9616E" w:rsidRDefault="0066233A" w:rsidP="00492816">
            <w:pPr>
              <w:tabs>
                <w:tab w:val="left" w:pos="142"/>
                <w:tab w:val="left" w:pos="284"/>
              </w:tabs>
              <w:spacing w:after="0" w:line="240" w:lineRule="auto"/>
              <w:ind w:right="50"/>
              <w:rPr>
                <w:rFonts w:ascii="Times New Roman" w:hAnsi="Times New Roman"/>
                <w:b/>
                <w:spacing w:val="-12"/>
                <w:sz w:val="20"/>
                <w:szCs w:val="20"/>
              </w:rPr>
            </w:pPr>
            <w:r w:rsidRPr="00A9616E">
              <w:rPr>
                <w:rFonts w:ascii="Times New Roman" w:hAnsi="Times New Roman"/>
                <w:b/>
                <w:spacing w:val="-12"/>
                <w:sz w:val="20"/>
                <w:szCs w:val="20"/>
              </w:rPr>
              <w:t>Претендент</w:t>
            </w:r>
          </w:p>
        </w:tc>
      </w:tr>
      <w:tr w:rsidR="0066233A" w:rsidRPr="00F12C65" w:rsidTr="00244EB4">
        <w:trPr>
          <w:trHeight w:val="1483"/>
        </w:trPr>
        <w:tc>
          <w:tcPr>
            <w:tcW w:w="4503" w:type="dxa"/>
          </w:tcPr>
          <w:p w:rsidR="0066233A" w:rsidRPr="00A9616E" w:rsidRDefault="0066233A" w:rsidP="00492816">
            <w:pPr>
              <w:tabs>
                <w:tab w:val="left" w:pos="142"/>
                <w:tab w:val="left" w:pos="284"/>
              </w:tabs>
              <w:spacing w:after="0" w:line="240" w:lineRule="auto"/>
              <w:ind w:right="50"/>
              <w:outlineLvl w:val="4"/>
              <w:rPr>
                <w:rFonts w:ascii="Times New Roman" w:hAnsi="Times New Roman"/>
                <w:bCs/>
                <w:iCs/>
                <w:spacing w:val="-12"/>
                <w:sz w:val="20"/>
                <w:szCs w:val="20"/>
                <w:lang w:eastAsia="ru-RU"/>
              </w:rPr>
            </w:pPr>
            <w:r w:rsidRPr="00A9616E">
              <w:rPr>
                <w:rFonts w:ascii="Times New Roman" w:hAnsi="Times New Roman"/>
                <w:bCs/>
                <w:iCs/>
                <w:spacing w:val="-12"/>
                <w:sz w:val="20"/>
                <w:szCs w:val="20"/>
                <w:lang w:eastAsia="ru-RU"/>
              </w:rPr>
              <w:t>Администрация Бурмистровского сельсовета</w:t>
            </w:r>
          </w:p>
          <w:p w:rsidR="0066233A" w:rsidRPr="00A9616E" w:rsidRDefault="0066233A" w:rsidP="00492816">
            <w:pPr>
              <w:tabs>
                <w:tab w:val="left" w:pos="142"/>
                <w:tab w:val="left" w:pos="284"/>
              </w:tabs>
              <w:spacing w:after="0" w:line="240" w:lineRule="auto"/>
              <w:ind w:right="50"/>
              <w:outlineLvl w:val="4"/>
              <w:rPr>
                <w:rFonts w:ascii="Times New Roman" w:hAnsi="Times New Roman"/>
                <w:bCs/>
                <w:iCs/>
                <w:spacing w:val="-12"/>
                <w:sz w:val="20"/>
                <w:szCs w:val="20"/>
                <w:lang w:eastAsia="ru-RU"/>
              </w:rPr>
            </w:pPr>
            <w:r w:rsidRPr="00A9616E">
              <w:rPr>
                <w:rFonts w:ascii="Times New Roman" w:hAnsi="Times New Roman"/>
                <w:bCs/>
                <w:iCs/>
                <w:spacing w:val="-12"/>
                <w:sz w:val="20"/>
                <w:szCs w:val="20"/>
                <w:lang w:eastAsia="ru-RU"/>
              </w:rPr>
              <w:t>Искитимского района Новосибирской области</w:t>
            </w:r>
          </w:p>
          <w:p w:rsidR="0066233A" w:rsidRPr="00A9616E" w:rsidRDefault="0066233A" w:rsidP="00492816">
            <w:pPr>
              <w:tabs>
                <w:tab w:val="left" w:pos="142"/>
                <w:tab w:val="left" w:pos="284"/>
              </w:tabs>
              <w:spacing w:after="0" w:line="240" w:lineRule="auto"/>
              <w:ind w:right="50"/>
              <w:outlineLvl w:val="4"/>
              <w:rPr>
                <w:rFonts w:ascii="Times New Roman" w:hAnsi="Times New Roman"/>
                <w:bCs/>
                <w:iCs/>
                <w:spacing w:val="-12"/>
                <w:sz w:val="20"/>
                <w:szCs w:val="20"/>
                <w:lang w:eastAsia="ru-RU"/>
              </w:rPr>
            </w:pPr>
            <w:r w:rsidRPr="00A9616E">
              <w:rPr>
                <w:rFonts w:ascii="Times New Roman" w:hAnsi="Times New Roman"/>
                <w:bCs/>
                <w:iCs/>
                <w:spacing w:val="-12"/>
                <w:sz w:val="20"/>
                <w:szCs w:val="20"/>
                <w:lang w:eastAsia="ru-RU"/>
              </w:rPr>
              <w:t>Адрес: 633246, Новосибирская область, Искитимский район, д. Бурмистрово, ул. Центральная, д. 22а</w:t>
            </w:r>
          </w:p>
          <w:p w:rsidR="0066233A" w:rsidRPr="00A9616E" w:rsidRDefault="0066233A" w:rsidP="00492816">
            <w:pPr>
              <w:tabs>
                <w:tab w:val="left" w:pos="142"/>
                <w:tab w:val="left" w:pos="284"/>
              </w:tabs>
              <w:spacing w:after="0" w:line="240" w:lineRule="auto"/>
              <w:ind w:right="50"/>
              <w:outlineLvl w:val="4"/>
              <w:rPr>
                <w:rFonts w:ascii="Times New Roman" w:hAnsi="Times New Roman"/>
                <w:bCs/>
                <w:iCs/>
                <w:spacing w:val="-12"/>
                <w:sz w:val="20"/>
                <w:szCs w:val="20"/>
                <w:lang w:eastAsia="ru-RU"/>
              </w:rPr>
            </w:pPr>
            <w:r w:rsidRPr="00A9616E">
              <w:rPr>
                <w:rFonts w:ascii="Times New Roman" w:hAnsi="Times New Roman"/>
                <w:bCs/>
                <w:iCs/>
                <w:spacing w:val="-12"/>
                <w:sz w:val="20"/>
                <w:szCs w:val="20"/>
                <w:lang w:eastAsia="ru-RU"/>
              </w:rPr>
              <w:t>ИНН 5443105805</w:t>
            </w:r>
          </w:p>
          <w:p w:rsidR="0066233A" w:rsidRPr="00A9616E" w:rsidRDefault="0066233A" w:rsidP="00492816">
            <w:pPr>
              <w:tabs>
                <w:tab w:val="left" w:pos="142"/>
                <w:tab w:val="left" w:pos="284"/>
              </w:tabs>
              <w:spacing w:after="0" w:line="240" w:lineRule="auto"/>
              <w:ind w:right="50"/>
              <w:outlineLvl w:val="4"/>
              <w:rPr>
                <w:rFonts w:ascii="Times New Roman" w:hAnsi="Times New Roman"/>
                <w:bCs/>
                <w:iCs/>
                <w:spacing w:val="-12"/>
                <w:sz w:val="20"/>
                <w:szCs w:val="20"/>
                <w:lang w:eastAsia="ru-RU"/>
              </w:rPr>
            </w:pPr>
            <w:r w:rsidRPr="00A9616E">
              <w:rPr>
                <w:rFonts w:ascii="Times New Roman" w:hAnsi="Times New Roman"/>
                <w:bCs/>
                <w:iCs/>
                <w:spacing w:val="-12"/>
                <w:sz w:val="20"/>
                <w:szCs w:val="20"/>
                <w:lang w:eastAsia="ru-RU"/>
              </w:rPr>
              <w:t>КПП 544301001</w:t>
            </w:r>
          </w:p>
        </w:tc>
        <w:tc>
          <w:tcPr>
            <w:tcW w:w="4252" w:type="dxa"/>
          </w:tcPr>
          <w:p w:rsidR="0066233A" w:rsidRPr="00A9616E" w:rsidRDefault="0066233A" w:rsidP="00492816">
            <w:pPr>
              <w:tabs>
                <w:tab w:val="left" w:pos="142"/>
                <w:tab w:val="left" w:pos="284"/>
              </w:tabs>
              <w:spacing w:after="0" w:line="240" w:lineRule="auto"/>
              <w:ind w:right="50"/>
              <w:rPr>
                <w:rFonts w:ascii="Times New Roman" w:hAnsi="Times New Roman"/>
                <w:spacing w:val="-12"/>
                <w:sz w:val="20"/>
                <w:szCs w:val="20"/>
              </w:rPr>
            </w:pPr>
          </w:p>
        </w:tc>
      </w:tr>
      <w:tr w:rsidR="0066233A" w:rsidRPr="00F12C65" w:rsidTr="00244EB4">
        <w:trPr>
          <w:trHeight w:val="357"/>
        </w:trPr>
        <w:tc>
          <w:tcPr>
            <w:tcW w:w="4503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outlineLvl w:val="4"/>
              <w:rPr>
                <w:rFonts w:ascii="Times New Roman" w:hAnsi="Times New Roman"/>
                <w:bCs/>
                <w:iCs/>
                <w:spacing w:val="-12"/>
                <w:sz w:val="20"/>
                <w:szCs w:val="20"/>
                <w:lang w:eastAsia="ru-RU"/>
              </w:rPr>
            </w:pPr>
            <w:r w:rsidRPr="00A9616E">
              <w:rPr>
                <w:rFonts w:ascii="Times New Roman" w:hAnsi="Times New Roman"/>
                <w:bCs/>
                <w:iCs/>
                <w:spacing w:val="-12"/>
                <w:sz w:val="20"/>
                <w:szCs w:val="20"/>
                <w:lang w:eastAsia="ru-RU"/>
              </w:rPr>
              <w:t>Глава Бурмистровского сельсовета</w:t>
            </w:r>
          </w:p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outlineLvl w:val="4"/>
              <w:rPr>
                <w:rFonts w:ascii="Times New Roman" w:hAnsi="Times New Roman"/>
                <w:bCs/>
                <w:iCs/>
                <w:spacing w:val="-12"/>
                <w:sz w:val="20"/>
                <w:szCs w:val="20"/>
                <w:lang w:eastAsia="ru-RU"/>
              </w:rPr>
            </w:pPr>
            <w:r w:rsidRPr="00A9616E">
              <w:rPr>
                <w:rFonts w:ascii="Times New Roman" w:hAnsi="Times New Roman"/>
                <w:bCs/>
                <w:iCs/>
                <w:spacing w:val="-12"/>
                <w:sz w:val="20"/>
                <w:szCs w:val="20"/>
                <w:lang w:eastAsia="ru-RU"/>
              </w:rPr>
              <w:t>Искитимского района Новосибирской области</w:t>
            </w:r>
          </w:p>
        </w:tc>
        <w:tc>
          <w:tcPr>
            <w:tcW w:w="4252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rPr>
                <w:rFonts w:ascii="Times New Roman" w:hAnsi="Times New Roman"/>
                <w:spacing w:val="-12"/>
                <w:sz w:val="20"/>
                <w:szCs w:val="20"/>
              </w:rPr>
            </w:pPr>
          </w:p>
        </w:tc>
      </w:tr>
      <w:tr w:rsidR="0066233A" w:rsidRPr="00F12C65" w:rsidTr="00244EB4">
        <w:trPr>
          <w:trHeight w:val="357"/>
        </w:trPr>
        <w:tc>
          <w:tcPr>
            <w:tcW w:w="4503" w:type="dxa"/>
          </w:tcPr>
          <w:p w:rsidR="0066233A" w:rsidRPr="00A9616E" w:rsidRDefault="0066233A" w:rsidP="00A9616E">
            <w:pPr>
              <w:keepNext/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0"/>
              <w:outlineLvl w:val="1"/>
              <w:rPr>
                <w:rFonts w:ascii="Times New Roman" w:hAnsi="Times New Roman"/>
                <w:bCs/>
                <w:spacing w:val="-12"/>
                <w:sz w:val="20"/>
                <w:szCs w:val="20"/>
                <w:lang w:eastAsia="ru-RU"/>
              </w:rPr>
            </w:pPr>
            <w:r w:rsidRPr="00A9616E">
              <w:rPr>
                <w:rFonts w:ascii="Times New Roman" w:hAnsi="Times New Roman"/>
                <w:bCs/>
                <w:iCs/>
                <w:spacing w:val="-12"/>
                <w:sz w:val="20"/>
                <w:szCs w:val="20"/>
                <w:lang w:eastAsia="ru-RU"/>
              </w:rPr>
              <w:t>_______________________ К.В. Ульченко</w:t>
            </w:r>
          </w:p>
        </w:tc>
        <w:tc>
          <w:tcPr>
            <w:tcW w:w="4252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A9616E">
              <w:rPr>
                <w:rFonts w:ascii="Times New Roman" w:hAnsi="Times New Roman"/>
                <w:bCs/>
                <w:iCs/>
                <w:spacing w:val="-12"/>
                <w:sz w:val="20"/>
                <w:szCs w:val="20"/>
                <w:lang w:eastAsia="ru-RU"/>
              </w:rPr>
              <w:t>_______________________ /_________________/</w:t>
            </w:r>
          </w:p>
        </w:tc>
      </w:tr>
    </w:tbl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</w:rPr>
      </w:pP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>Приложение № 2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Форма Заявки на участие в аукционе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</w:rPr>
      </w:pP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bCs/>
          <w:spacing w:val="-12"/>
          <w:sz w:val="20"/>
          <w:szCs w:val="20"/>
        </w:rPr>
        <w:t>Заявка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bCs/>
          <w:spacing w:val="-12"/>
          <w:sz w:val="20"/>
          <w:szCs w:val="20"/>
        </w:rPr>
        <w:t>на участие в аукционе №__________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________________________________________________________________________________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spacing w:val="-12"/>
          <w:sz w:val="20"/>
          <w:szCs w:val="20"/>
          <w:vertAlign w:val="superscript"/>
        </w:rPr>
      </w:pPr>
      <w:r w:rsidRPr="00A9616E">
        <w:rPr>
          <w:rFonts w:ascii="Times New Roman" w:hAnsi="Times New Roman"/>
          <w:spacing w:val="-12"/>
          <w:sz w:val="20"/>
          <w:szCs w:val="20"/>
          <w:vertAlign w:val="superscript"/>
        </w:rPr>
        <w:t>(полное наименование претендента/ФИО (полное/полностью))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bCs/>
          <w:spacing w:val="-12"/>
          <w:sz w:val="20"/>
          <w:szCs w:val="20"/>
          <w:vertAlign w:val="superscript"/>
        </w:rPr>
      </w:pPr>
      <w:r w:rsidRPr="00A9616E">
        <w:rPr>
          <w:rFonts w:ascii="Times New Roman" w:hAnsi="Times New Roman"/>
          <w:bCs/>
          <w:spacing w:val="-12"/>
          <w:sz w:val="20"/>
          <w:szCs w:val="20"/>
          <w:vertAlign w:val="superscript"/>
        </w:rPr>
        <w:t>для физических лиц: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bCs/>
          <w:spacing w:val="-12"/>
          <w:sz w:val="20"/>
          <w:szCs w:val="20"/>
        </w:rPr>
      </w:pPr>
      <w:r w:rsidRPr="00A9616E">
        <w:rPr>
          <w:rFonts w:ascii="Times New Roman" w:hAnsi="Times New Roman"/>
          <w:bCs/>
          <w:spacing w:val="-12"/>
          <w:sz w:val="20"/>
          <w:szCs w:val="20"/>
        </w:rPr>
        <w:t xml:space="preserve">Документ, удостоверяющий личность ___________ серия ____________, № ____________________________________ 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b/>
          <w:bCs/>
          <w:spacing w:val="-12"/>
          <w:sz w:val="20"/>
          <w:szCs w:val="20"/>
        </w:rPr>
      </w:pPr>
      <w:r w:rsidRPr="00A9616E">
        <w:rPr>
          <w:rFonts w:ascii="Times New Roman" w:hAnsi="Times New Roman"/>
          <w:bCs/>
          <w:spacing w:val="-12"/>
          <w:sz w:val="20"/>
          <w:szCs w:val="20"/>
        </w:rPr>
        <w:t>выдан «__»____________ _______г._______________________________________________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ИНН (при наличии): _____________________________________________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Банковские реквизиты: _____________________________________________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Место жительства: _____________________________________________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 xml:space="preserve">Телефон _________________ Факс _______________ 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  <w:vertAlign w:val="superscript"/>
        </w:rPr>
      </w:pP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  <w:vertAlign w:val="superscript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  <w:vertAlign w:val="superscript"/>
        </w:rPr>
        <w:t>Дополнительно если физ. л. является индивидуальным предпринимателем: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Документ о государственной регистрации индивидуального предпринимателя: ______________серия _____________ N _________, дата регистрации "____"_________________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Орган, осуществивший регистрацию ___________________________________________________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Место выдачи ______________________________________________________________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  <w:vertAlign w:val="superscript"/>
        </w:rPr>
      </w:pP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  <w:vertAlign w:val="superscript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  <w:vertAlign w:val="superscript"/>
        </w:rPr>
        <w:t xml:space="preserve">Для юридич. лиц: 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ИНН _____________________________________________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КПП _____________________________________________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ОГРН _____________________________________________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Место нахождения претендента: ________________________________________________________________________________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 xml:space="preserve">Телефон _________________ Факс _______________ 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Индекс ____________________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Банковские реквизиты: _____________________________________________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</w:rPr>
      </w:pPr>
    </w:p>
    <w:p w:rsidR="0066233A" w:rsidRPr="00A9616E" w:rsidRDefault="0066233A" w:rsidP="0049281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Документ о государственной регистрации юр.л.: _______________ серия _____________ N _________, дата регистрации "____"_________________</w:t>
      </w:r>
    </w:p>
    <w:p w:rsidR="0066233A" w:rsidRPr="00A9616E" w:rsidRDefault="0066233A" w:rsidP="0049281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Орган, осуществивший регистрацию ___________________________________________________</w:t>
      </w:r>
    </w:p>
    <w:p w:rsidR="0066233A" w:rsidRPr="00A9616E" w:rsidRDefault="0066233A" w:rsidP="0049281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Место выдачи ______________________________________________________________</w:t>
      </w:r>
    </w:p>
    <w:p w:rsidR="0066233A" w:rsidRPr="00A9616E" w:rsidRDefault="0066233A" w:rsidP="0049281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</w:rPr>
      </w:pPr>
    </w:p>
    <w:p w:rsidR="0066233A" w:rsidRPr="00A9616E" w:rsidRDefault="0066233A" w:rsidP="00492816">
      <w:pPr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right="50" w:firstLine="0"/>
        <w:contextualSpacing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Изучив информационное сообщение о продаже муниципального имущества ___________ (указать предмет торгов, номер извещения), мы, нижеподписавшиеся, уполномоченные на подписание заявки, согласны приобрести:</w:t>
      </w:r>
    </w:p>
    <w:p w:rsidR="0066233A" w:rsidRPr="00A9616E" w:rsidRDefault="0066233A" w:rsidP="0049281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_________________________________________________________________________________________________</w:t>
      </w:r>
    </w:p>
    <w:p w:rsidR="0066233A" w:rsidRPr="00A9616E" w:rsidRDefault="0066233A" w:rsidP="0049281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color w:val="000000"/>
          <w:spacing w:val="-12"/>
          <w:sz w:val="20"/>
          <w:szCs w:val="20"/>
          <w:vertAlign w:val="subscript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  <w:vertAlign w:val="subscript"/>
        </w:rPr>
        <w:t>(полное наименование имущества, предлагаемого к продаже согласно Извещения)</w:t>
      </w:r>
    </w:p>
    <w:p w:rsidR="0066233A" w:rsidRPr="00A9616E" w:rsidRDefault="0066233A" w:rsidP="00492816">
      <w:pPr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right="50" w:firstLine="0"/>
        <w:contextualSpacing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Претендент ознакомлен с проектом договора купли-продажи и порядком проведения аукциона и условиями продажи муниципальн</w:t>
      </w:r>
      <w:r w:rsidRPr="00A9616E">
        <w:rPr>
          <w:rFonts w:ascii="Times New Roman" w:hAnsi="Times New Roman"/>
          <w:spacing w:val="-12"/>
          <w:sz w:val="20"/>
          <w:szCs w:val="20"/>
        </w:rPr>
        <w:t>о</w:t>
      </w:r>
      <w:r w:rsidRPr="00A9616E">
        <w:rPr>
          <w:rFonts w:ascii="Times New Roman" w:hAnsi="Times New Roman"/>
          <w:spacing w:val="-12"/>
          <w:sz w:val="20"/>
          <w:szCs w:val="20"/>
        </w:rPr>
        <w:t>го имущества</w:t>
      </w:r>
      <w:r w:rsidRPr="00A9616E">
        <w:rPr>
          <w:rFonts w:ascii="Times New Roman" w:hAnsi="Times New Roman"/>
          <w:noProof/>
          <w:spacing w:val="-12"/>
          <w:sz w:val="20"/>
          <w:szCs w:val="20"/>
        </w:rPr>
        <w:t>.</w:t>
      </w:r>
    </w:p>
    <w:p w:rsidR="0066233A" w:rsidRPr="00A9616E" w:rsidRDefault="0066233A" w:rsidP="00492816">
      <w:pPr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right="50" w:firstLine="0"/>
        <w:contextualSpacing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В случае признания победителем аукциона претендент берет на себя обязательство заключить договор купли-продажи имущества на условиях, предусмотренных Извещением о проведении аукциона по продаже муниципального имущества и в соответствии с нормами действующего законодательства.</w:t>
      </w:r>
    </w:p>
    <w:p w:rsidR="0066233A" w:rsidRPr="00A9616E" w:rsidRDefault="0066233A" w:rsidP="0049281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</w:p>
    <w:p w:rsidR="0066233A" w:rsidRPr="00A9616E" w:rsidRDefault="0066233A" w:rsidP="0049281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Подпись претендента (его полномочного представителя) _________________</w:t>
      </w:r>
    </w:p>
    <w:p w:rsidR="0066233A" w:rsidRPr="00A9616E" w:rsidRDefault="0066233A" w:rsidP="0049281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"____" _______________ 201___</w:t>
      </w:r>
    </w:p>
    <w:p w:rsidR="0066233A" w:rsidRPr="00A9616E" w:rsidRDefault="0066233A" w:rsidP="0049281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</w:rPr>
      </w:pP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Заявка принята продавцом (его полномочным представителем)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"___" _______________ 201____ в _____ ч _______ мин.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  <w:lang w:eastAsia="ru-RU"/>
        </w:rPr>
        <w:t>Представляется в двух экземплярах, один из которых остаётся у Продавца, другой – у заявителя</w:t>
      </w:r>
      <w:bookmarkStart w:id="1" w:name="_Toc119343910"/>
    </w:p>
    <w:p w:rsidR="0066233A" w:rsidRPr="00A9616E" w:rsidRDefault="0066233A" w:rsidP="00A9616E">
      <w:pPr>
        <w:tabs>
          <w:tab w:val="left" w:pos="142"/>
        </w:tabs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  <w:lang w:eastAsia="ru-RU"/>
        </w:rPr>
      </w:pPr>
    </w:p>
    <w:p w:rsidR="0066233A" w:rsidRPr="00A9616E" w:rsidRDefault="0066233A" w:rsidP="00A9616E">
      <w:pPr>
        <w:keepNext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outlineLvl w:val="1"/>
        <w:rPr>
          <w:rFonts w:ascii="Times New Roman" w:hAnsi="Times New Roman"/>
          <w:b/>
          <w:color w:val="000000"/>
          <w:spacing w:val="-12"/>
          <w:sz w:val="20"/>
          <w:szCs w:val="20"/>
          <w:lang w:eastAsia="ru-RU"/>
        </w:rPr>
      </w:pPr>
      <w:r>
        <w:rPr>
          <w:rFonts w:ascii="Times New Roman" w:hAnsi="Times New Roman"/>
          <w:b/>
          <w:color w:val="000000"/>
          <w:spacing w:val="-12"/>
          <w:sz w:val="20"/>
          <w:szCs w:val="20"/>
          <w:lang w:eastAsia="ru-RU"/>
        </w:rPr>
        <w:t xml:space="preserve">Приложение </w:t>
      </w:r>
      <w:r w:rsidRPr="00A9616E">
        <w:rPr>
          <w:rFonts w:ascii="Times New Roman" w:hAnsi="Times New Roman"/>
          <w:b/>
          <w:color w:val="000000"/>
          <w:spacing w:val="-12"/>
          <w:sz w:val="20"/>
          <w:szCs w:val="20"/>
          <w:lang w:eastAsia="ru-RU"/>
        </w:rPr>
        <w:t>№ 3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color w:val="000000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  <w:lang w:eastAsia="ru-RU"/>
        </w:rPr>
        <w:t>Форма Описи документов, представляемых в составе заявке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color w:val="000000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  <w:lang w:eastAsia="ru-RU"/>
        </w:rPr>
        <w:t>на участие в аукционе по продаже имущества.</w:t>
      </w:r>
    </w:p>
    <w:p w:rsidR="0066233A" w:rsidRPr="00A9616E" w:rsidRDefault="0066233A" w:rsidP="00A9616E">
      <w:pPr>
        <w:tabs>
          <w:tab w:val="left" w:pos="142"/>
        </w:tabs>
        <w:spacing w:after="0" w:line="240" w:lineRule="auto"/>
        <w:ind w:right="50"/>
        <w:jc w:val="center"/>
        <w:rPr>
          <w:rFonts w:ascii="Times New Roman" w:hAnsi="Times New Roman"/>
          <w:b/>
          <w:spacing w:val="-12"/>
          <w:sz w:val="20"/>
          <w:szCs w:val="20"/>
        </w:rPr>
      </w:pPr>
    </w:p>
    <w:p w:rsidR="0066233A" w:rsidRPr="00A9616E" w:rsidRDefault="0066233A" w:rsidP="00A9616E">
      <w:pPr>
        <w:tabs>
          <w:tab w:val="left" w:pos="142"/>
        </w:tabs>
        <w:spacing w:after="0" w:line="240" w:lineRule="auto"/>
        <w:ind w:right="50"/>
        <w:jc w:val="center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>ОПИСЬ ДОКУМЕНТОВ,</w:t>
      </w:r>
      <w:bookmarkEnd w:id="1"/>
    </w:p>
    <w:p w:rsidR="0066233A" w:rsidRPr="00A9616E" w:rsidRDefault="0066233A" w:rsidP="00A9616E">
      <w:pPr>
        <w:tabs>
          <w:tab w:val="left" w:pos="142"/>
        </w:tabs>
        <w:spacing w:after="0" w:line="240" w:lineRule="auto"/>
        <w:ind w:right="50"/>
        <w:jc w:val="center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 xml:space="preserve">представляемых для участия в аукционе </w:t>
      </w:r>
      <w:r w:rsidRPr="00A9616E">
        <w:rPr>
          <w:rFonts w:ascii="Times New Roman" w:hAnsi="Times New Roman"/>
          <w:spacing w:val="-12"/>
          <w:sz w:val="20"/>
          <w:szCs w:val="20"/>
        </w:rPr>
        <w:t>_____________________________________________________________________________________</w:t>
      </w:r>
    </w:p>
    <w:p w:rsidR="0066233A" w:rsidRPr="00A9616E" w:rsidRDefault="0066233A" w:rsidP="00A9616E">
      <w:pPr>
        <w:tabs>
          <w:tab w:val="left" w:pos="142"/>
        </w:tabs>
        <w:spacing w:after="0" w:line="240" w:lineRule="auto"/>
        <w:ind w:right="50"/>
        <w:jc w:val="center"/>
        <w:rPr>
          <w:rFonts w:ascii="Times New Roman" w:hAnsi="Times New Roman"/>
          <w:spacing w:val="-12"/>
          <w:sz w:val="20"/>
          <w:szCs w:val="20"/>
          <w:vertAlign w:val="superscript"/>
        </w:rPr>
      </w:pPr>
      <w:r w:rsidRPr="00A9616E">
        <w:rPr>
          <w:rFonts w:ascii="Times New Roman" w:hAnsi="Times New Roman"/>
          <w:spacing w:val="-12"/>
          <w:sz w:val="20"/>
          <w:szCs w:val="20"/>
          <w:vertAlign w:val="superscript"/>
        </w:rPr>
        <w:t>(наименование имущества)</w:t>
      </w:r>
    </w:p>
    <w:p w:rsidR="0066233A" w:rsidRPr="00A9616E" w:rsidRDefault="0066233A" w:rsidP="00A9616E">
      <w:pPr>
        <w:tabs>
          <w:tab w:val="left" w:pos="142"/>
        </w:tabs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 xml:space="preserve">претендент на участие в аукционе </w:t>
      </w:r>
      <w:r w:rsidRPr="00A9616E">
        <w:rPr>
          <w:rFonts w:ascii="Times New Roman" w:hAnsi="Times New Roman"/>
          <w:spacing w:val="-12"/>
          <w:sz w:val="20"/>
          <w:szCs w:val="20"/>
        </w:rPr>
        <w:t>_____________________________________________________</w:t>
      </w:r>
    </w:p>
    <w:p w:rsidR="0066233A" w:rsidRPr="00A9616E" w:rsidRDefault="0066233A" w:rsidP="00A9616E">
      <w:pPr>
        <w:tabs>
          <w:tab w:val="left" w:pos="142"/>
        </w:tabs>
        <w:spacing w:after="0" w:line="240" w:lineRule="auto"/>
        <w:ind w:right="50"/>
        <w:jc w:val="center"/>
        <w:rPr>
          <w:rFonts w:ascii="Times New Roman" w:hAnsi="Times New Roman"/>
          <w:spacing w:val="-12"/>
          <w:sz w:val="20"/>
          <w:szCs w:val="20"/>
          <w:vertAlign w:val="superscript"/>
        </w:rPr>
      </w:pPr>
      <w:r w:rsidRPr="00A9616E">
        <w:rPr>
          <w:rFonts w:ascii="Times New Roman" w:hAnsi="Times New Roman"/>
          <w:spacing w:val="-12"/>
          <w:sz w:val="20"/>
          <w:szCs w:val="20"/>
          <w:vertAlign w:val="superscript"/>
        </w:rPr>
        <w:t>(ФИО или наименование организации-участника)</w:t>
      </w:r>
    </w:p>
    <w:p w:rsidR="0066233A" w:rsidRPr="00A9616E" w:rsidRDefault="0066233A" w:rsidP="00A9616E">
      <w:pPr>
        <w:tabs>
          <w:tab w:val="left" w:pos="142"/>
        </w:tabs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  <w:vertAlign w:val="superscript"/>
        </w:rPr>
      </w:pPr>
      <w:r w:rsidRPr="00A9616E">
        <w:rPr>
          <w:rFonts w:ascii="Times New Roman" w:hAnsi="Times New Roman"/>
          <w:spacing w:val="-12"/>
          <w:sz w:val="20"/>
          <w:szCs w:val="20"/>
          <w:vertAlign w:val="superscript"/>
        </w:rPr>
        <w:t>_______________________________________________________________________________________________________________________________</w:t>
      </w:r>
    </w:p>
    <w:tbl>
      <w:tblPr>
        <w:tblW w:w="100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6613"/>
        <w:gridCol w:w="1260"/>
        <w:gridCol w:w="1260"/>
      </w:tblGrid>
      <w:tr w:rsidR="0066233A" w:rsidRPr="00F12C65" w:rsidTr="00244EB4">
        <w:tc>
          <w:tcPr>
            <w:tcW w:w="900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jc w:val="center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A9616E">
              <w:rPr>
                <w:rFonts w:ascii="Times New Roman" w:hAnsi="Times New Roman"/>
                <w:spacing w:val="-12"/>
                <w:sz w:val="20"/>
                <w:szCs w:val="20"/>
              </w:rPr>
              <w:t>№ п\п</w:t>
            </w:r>
          </w:p>
        </w:tc>
        <w:tc>
          <w:tcPr>
            <w:tcW w:w="6613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jc w:val="center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A9616E">
              <w:rPr>
                <w:rFonts w:ascii="Times New Roman" w:hAnsi="Times New Roman"/>
                <w:spacing w:val="-12"/>
                <w:sz w:val="20"/>
                <w:szCs w:val="20"/>
              </w:rPr>
              <w:t>Наименование документа (указать: копия, нотариально заверенная копия, оригинал)</w:t>
            </w:r>
          </w:p>
        </w:tc>
        <w:tc>
          <w:tcPr>
            <w:tcW w:w="1260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jc w:val="center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A9616E">
              <w:rPr>
                <w:rFonts w:ascii="Times New Roman" w:hAnsi="Times New Roman"/>
                <w:spacing w:val="-12"/>
                <w:sz w:val="20"/>
                <w:szCs w:val="20"/>
              </w:rPr>
              <w:t>Кол.-во л.</w:t>
            </w:r>
          </w:p>
        </w:tc>
        <w:tc>
          <w:tcPr>
            <w:tcW w:w="1260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jc w:val="center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A9616E">
              <w:rPr>
                <w:rFonts w:ascii="Times New Roman" w:hAnsi="Times New Roman"/>
                <w:spacing w:val="-12"/>
                <w:sz w:val="20"/>
                <w:szCs w:val="20"/>
              </w:rPr>
              <w:t>Стр.</w:t>
            </w:r>
          </w:p>
        </w:tc>
      </w:tr>
      <w:tr w:rsidR="0066233A" w:rsidRPr="00F12C65" w:rsidTr="00244EB4">
        <w:tc>
          <w:tcPr>
            <w:tcW w:w="900" w:type="dxa"/>
          </w:tcPr>
          <w:p w:rsidR="0066233A" w:rsidRPr="00A9616E" w:rsidRDefault="0066233A" w:rsidP="00A9616E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right="50"/>
              <w:jc w:val="center"/>
              <w:rPr>
                <w:rFonts w:ascii="Times New Roman" w:hAnsi="Times New Roman"/>
                <w:spacing w:val="-12"/>
                <w:sz w:val="20"/>
                <w:szCs w:val="20"/>
              </w:rPr>
            </w:pPr>
          </w:p>
        </w:tc>
        <w:tc>
          <w:tcPr>
            <w:tcW w:w="6613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rPr>
                <w:rFonts w:ascii="Times New Roman" w:hAnsi="Times New Roman"/>
                <w:spacing w:val="-12"/>
                <w:sz w:val="20"/>
                <w:szCs w:val="20"/>
              </w:rPr>
            </w:pPr>
          </w:p>
        </w:tc>
        <w:tc>
          <w:tcPr>
            <w:tcW w:w="1260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rPr>
                <w:rFonts w:ascii="Times New Roman" w:hAnsi="Times New Roman"/>
                <w:spacing w:val="-12"/>
                <w:sz w:val="20"/>
                <w:szCs w:val="20"/>
              </w:rPr>
            </w:pPr>
          </w:p>
        </w:tc>
        <w:tc>
          <w:tcPr>
            <w:tcW w:w="1260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rPr>
                <w:rFonts w:ascii="Times New Roman" w:hAnsi="Times New Roman"/>
                <w:spacing w:val="-12"/>
                <w:sz w:val="20"/>
                <w:szCs w:val="20"/>
              </w:rPr>
            </w:pPr>
          </w:p>
        </w:tc>
      </w:tr>
      <w:tr w:rsidR="0066233A" w:rsidRPr="00F12C65" w:rsidTr="00244EB4">
        <w:tc>
          <w:tcPr>
            <w:tcW w:w="900" w:type="dxa"/>
          </w:tcPr>
          <w:p w:rsidR="0066233A" w:rsidRPr="00A9616E" w:rsidRDefault="0066233A" w:rsidP="00A9616E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right="50"/>
              <w:jc w:val="center"/>
              <w:rPr>
                <w:rFonts w:ascii="Times New Roman" w:hAnsi="Times New Roman"/>
                <w:spacing w:val="-12"/>
                <w:sz w:val="20"/>
                <w:szCs w:val="20"/>
              </w:rPr>
            </w:pPr>
          </w:p>
        </w:tc>
        <w:tc>
          <w:tcPr>
            <w:tcW w:w="6613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rPr>
                <w:rFonts w:ascii="Times New Roman" w:hAnsi="Times New Roman"/>
                <w:spacing w:val="-12"/>
                <w:sz w:val="20"/>
                <w:szCs w:val="20"/>
              </w:rPr>
            </w:pPr>
          </w:p>
        </w:tc>
        <w:tc>
          <w:tcPr>
            <w:tcW w:w="1260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rPr>
                <w:rFonts w:ascii="Times New Roman" w:hAnsi="Times New Roman"/>
                <w:spacing w:val="-12"/>
                <w:sz w:val="20"/>
                <w:szCs w:val="20"/>
              </w:rPr>
            </w:pPr>
          </w:p>
        </w:tc>
        <w:tc>
          <w:tcPr>
            <w:tcW w:w="1260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rPr>
                <w:rFonts w:ascii="Times New Roman" w:hAnsi="Times New Roman"/>
                <w:spacing w:val="-12"/>
                <w:sz w:val="20"/>
                <w:szCs w:val="20"/>
              </w:rPr>
            </w:pPr>
          </w:p>
        </w:tc>
      </w:tr>
      <w:tr w:rsidR="0066233A" w:rsidRPr="00F12C65" w:rsidTr="00244EB4">
        <w:tc>
          <w:tcPr>
            <w:tcW w:w="900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jc w:val="center"/>
              <w:rPr>
                <w:rFonts w:ascii="Times New Roman" w:hAnsi="Times New Roman"/>
                <w:spacing w:val="-12"/>
                <w:sz w:val="20"/>
                <w:szCs w:val="20"/>
              </w:rPr>
            </w:pPr>
          </w:p>
        </w:tc>
        <w:tc>
          <w:tcPr>
            <w:tcW w:w="6613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jc w:val="both"/>
              <w:rPr>
                <w:rFonts w:ascii="Times New Roman" w:hAnsi="Times New Roman"/>
                <w:spacing w:val="-12"/>
                <w:sz w:val="20"/>
                <w:szCs w:val="20"/>
              </w:rPr>
            </w:pPr>
          </w:p>
        </w:tc>
        <w:tc>
          <w:tcPr>
            <w:tcW w:w="1260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jc w:val="both"/>
              <w:rPr>
                <w:rFonts w:ascii="Times New Roman" w:hAnsi="Times New Roman"/>
                <w:spacing w:val="-12"/>
                <w:sz w:val="20"/>
                <w:szCs w:val="20"/>
              </w:rPr>
            </w:pPr>
          </w:p>
        </w:tc>
        <w:tc>
          <w:tcPr>
            <w:tcW w:w="1260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jc w:val="both"/>
              <w:rPr>
                <w:rFonts w:ascii="Times New Roman" w:hAnsi="Times New Roman"/>
                <w:spacing w:val="-12"/>
                <w:sz w:val="20"/>
                <w:szCs w:val="20"/>
              </w:rPr>
            </w:pPr>
          </w:p>
        </w:tc>
      </w:tr>
    </w:tbl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spacing w:val="-12"/>
          <w:sz w:val="20"/>
          <w:szCs w:val="20"/>
        </w:rPr>
      </w:pP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Подпись претендента (его полномочного представителя) _________________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"____" _______________ 201____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</w:rPr>
      </w:pP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Опись принята продавцом (его полномочным представителем)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</w:rPr>
        <w:t>"___" _______________ 201____ в _____ ч _______ мин.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color w:val="000000"/>
          <w:spacing w:val="-12"/>
          <w:sz w:val="20"/>
          <w:szCs w:val="20"/>
          <w:lang w:eastAsia="ru-RU"/>
        </w:rPr>
      </w:pP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color w:val="000000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  <w:lang w:eastAsia="ru-RU"/>
        </w:rPr>
        <w:t>Представляется в 2 (двух) экземплярах, один из которых остаётся у Продавца, другой – у заявителя</w:t>
      </w:r>
    </w:p>
    <w:p w:rsidR="0066233A" w:rsidRPr="00A9616E" w:rsidRDefault="0066233A" w:rsidP="00A9616E">
      <w:pPr>
        <w:tabs>
          <w:tab w:val="left" w:pos="142"/>
        </w:tabs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  <w:lang w:eastAsia="ru-RU"/>
        </w:rPr>
      </w:pPr>
    </w:p>
    <w:p w:rsidR="0066233A" w:rsidRPr="00A9616E" w:rsidRDefault="0066233A" w:rsidP="00A9616E">
      <w:pPr>
        <w:keepNext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outlineLvl w:val="1"/>
        <w:rPr>
          <w:rFonts w:ascii="Times New Roman" w:hAnsi="Times New Roman"/>
          <w:b/>
          <w:color w:val="000000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b/>
          <w:color w:val="000000"/>
          <w:spacing w:val="-12"/>
          <w:sz w:val="20"/>
          <w:szCs w:val="20"/>
          <w:lang w:eastAsia="ru-RU"/>
        </w:rPr>
        <w:t>Форма № 4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color w:val="000000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color w:val="000000"/>
          <w:spacing w:val="-12"/>
          <w:sz w:val="20"/>
          <w:szCs w:val="20"/>
          <w:lang w:eastAsia="ru-RU"/>
        </w:rPr>
        <w:t>Договор купли – продажи муниципального имущества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color w:val="000000"/>
          <w:spacing w:val="-12"/>
          <w:sz w:val="20"/>
          <w:szCs w:val="20"/>
          <w:lang w:eastAsia="ru-RU"/>
        </w:rPr>
      </w:pP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>ДОГОВОР КУПЛИ-ПРОДАЖИ № ___</w:t>
      </w:r>
    </w:p>
    <w:p w:rsidR="0066233A" w:rsidRPr="00A9616E" w:rsidRDefault="0066233A" w:rsidP="00A9616E">
      <w:pPr>
        <w:tabs>
          <w:tab w:val="left" w:pos="142"/>
          <w:tab w:val="left" w:pos="426"/>
        </w:tabs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д. Бурмистрово, Искитимский район</w:t>
      </w:r>
    </w:p>
    <w:p w:rsidR="0066233A" w:rsidRPr="00A9616E" w:rsidRDefault="0066233A" w:rsidP="00A9616E">
      <w:pPr>
        <w:tabs>
          <w:tab w:val="left" w:pos="142"/>
          <w:tab w:val="left" w:pos="426"/>
        </w:tabs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Новосибирская область</w:t>
      </w:r>
      <w:r w:rsidRPr="00A9616E">
        <w:rPr>
          <w:rFonts w:ascii="Times New Roman" w:hAnsi="Times New Roman"/>
          <w:spacing w:val="-12"/>
          <w:sz w:val="20"/>
          <w:szCs w:val="20"/>
        </w:rPr>
        <w:tab/>
      </w:r>
      <w:r w:rsidRPr="00A9616E">
        <w:rPr>
          <w:rFonts w:ascii="Times New Roman" w:hAnsi="Times New Roman"/>
          <w:spacing w:val="-12"/>
          <w:sz w:val="20"/>
          <w:szCs w:val="20"/>
        </w:rPr>
        <w:tab/>
      </w:r>
      <w:r w:rsidRPr="00A9616E">
        <w:rPr>
          <w:rFonts w:ascii="Times New Roman" w:hAnsi="Times New Roman"/>
          <w:spacing w:val="-12"/>
          <w:sz w:val="20"/>
          <w:szCs w:val="20"/>
        </w:rPr>
        <w:tab/>
      </w:r>
      <w:r w:rsidRPr="00A9616E">
        <w:rPr>
          <w:rFonts w:ascii="Times New Roman" w:hAnsi="Times New Roman"/>
          <w:spacing w:val="-12"/>
          <w:sz w:val="20"/>
          <w:szCs w:val="20"/>
        </w:rPr>
        <w:tab/>
      </w:r>
      <w:r w:rsidRPr="00A9616E">
        <w:rPr>
          <w:rFonts w:ascii="Times New Roman" w:hAnsi="Times New Roman"/>
          <w:spacing w:val="-12"/>
          <w:sz w:val="20"/>
          <w:szCs w:val="20"/>
        </w:rPr>
        <w:tab/>
      </w:r>
      <w:r w:rsidRPr="00A9616E">
        <w:rPr>
          <w:rFonts w:ascii="Times New Roman" w:hAnsi="Times New Roman"/>
          <w:spacing w:val="-12"/>
          <w:sz w:val="20"/>
          <w:szCs w:val="20"/>
        </w:rPr>
        <w:tab/>
      </w:r>
      <w:r w:rsidRPr="00A9616E">
        <w:rPr>
          <w:rFonts w:ascii="Times New Roman" w:hAnsi="Times New Roman"/>
          <w:spacing w:val="-12"/>
          <w:sz w:val="20"/>
          <w:szCs w:val="20"/>
        </w:rPr>
        <w:tab/>
      </w:r>
      <w:r w:rsidRPr="00A9616E">
        <w:rPr>
          <w:rFonts w:ascii="Times New Roman" w:hAnsi="Times New Roman"/>
          <w:spacing w:val="-12"/>
          <w:sz w:val="20"/>
          <w:szCs w:val="20"/>
        </w:rPr>
        <w:tab/>
        <w:t>«___» ____________ 201__</w:t>
      </w:r>
    </w:p>
    <w:p w:rsidR="0066233A" w:rsidRPr="00A9616E" w:rsidRDefault="0066233A" w:rsidP="00A9616E">
      <w:pPr>
        <w:tabs>
          <w:tab w:val="left" w:pos="142"/>
          <w:tab w:val="left" w:pos="426"/>
        </w:tabs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</w:rPr>
      </w:pP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b/>
          <w:bCs/>
          <w:spacing w:val="-12"/>
          <w:sz w:val="20"/>
          <w:szCs w:val="20"/>
        </w:rPr>
        <w:t xml:space="preserve">Администрация Бурмистровского сельсовета Искитимского района Новосибирской области, </w:t>
      </w:r>
      <w:r w:rsidRPr="00A9616E">
        <w:rPr>
          <w:rFonts w:ascii="Times New Roman" w:hAnsi="Times New Roman"/>
          <w:bCs/>
          <w:spacing w:val="-12"/>
          <w:sz w:val="20"/>
          <w:szCs w:val="20"/>
        </w:rPr>
        <w:t>именуемая в дальнейшем «Прод</w:t>
      </w:r>
      <w:r w:rsidRPr="00A9616E">
        <w:rPr>
          <w:rFonts w:ascii="Times New Roman" w:hAnsi="Times New Roman"/>
          <w:bCs/>
          <w:spacing w:val="-12"/>
          <w:sz w:val="20"/>
          <w:szCs w:val="20"/>
        </w:rPr>
        <w:t>а</w:t>
      </w:r>
      <w:r w:rsidRPr="00A9616E">
        <w:rPr>
          <w:rFonts w:ascii="Times New Roman" w:hAnsi="Times New Roman"/>
          <w:bCs/>
          <w:spacing w:val="-12"/>
          <w:sz w:val="20"/>
          <w:szCs w:val="20"/>
        </w:rPr>
        <w:t>вец», в лице главы Бурмистровского сельсовета Искитимского района Новосибирской области Ульченко Климентия Валерьяновича, действующего на основании Устава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 xml:space="preserve">, с одной стороны, и 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napToGrid w:val="0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___________________________________________________</w:t>
      </w:r>
      <w:r w:rsidRPr="00A9616E">
        <w:rPr>
          <w:rFonts w:ascii="Times New Roman" w:hAnsi="Times New Roman"/>
          <w:snapToGrid w:val="0"/>
          <w:spacing w:val="-12"/>
          <w:sz w:val="20"/>
          <w:szCs w:val="20"/>
          <w:lang w:eastAsia="ru-RU"/>
        </w:rPr>
        <w:t>,именуемый (ое) в дальнейшем «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Покупатель</w:t>
      </w:r>
      <w:r w:rsidRPr="00A9616E">
        <w:rPr>
          <w:rFonts w:ascii="Times New Roman" w:hAnsi="Times New Roman"/>
          <w:snapToGrid w:val="0"/>
          <w:spacing w:val="-12"/>
          <w:sz w:val="20"/>
          <w:szCs w:val="20"/>
          <w:lang w:eastAsia="ru-RU"/>
        </w:rPr>
        <w:t>»,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napToGrid w:val="0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napToGrid w:val="0"/>
          <w:spacing w:val="-12"/>
          <w:sz w:val="20"/>
          <w:szCs w:val="20"/>
          <w:lang w:eastAsia="ru-RU"/>
        </w:rPr>
        <w:t>совместно именуемые далее – «Стороны»,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bCs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по результатам проведения аукциона по продаже муниципального имущества, р</w:t>
      </w:r>
      <w:r w:rsidRPr="00A9616E">
        <w:rPr>
          <w:rFonts w:ascii="Times New Roman" w:hAnsi="Times New Roman"/>
          <w:bCs/>
          <w:spacing w:val="-12"/>
          <w:sz w:val="20"/>
          <w:szCs w:val="20"/>
          <w:lang w:eastAsia="ru-RU"/>
        </w:rPr>
        <w:t xml:space="preserve">уководствуясь 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Гражданским кодексом Российской Ф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е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 xml:space="preserve">дерации, Земельным Кодексом, </w:t>
      </w:r>
      <w:r w:rsidRPr="00A9616E">
        <w:rPr>
          <w:rFonts w:ascii="Times New Roman" w:hAnsi="Times New Roman"/>
          <w:bCs/>
          <w:spacing w:val="-12"/>
          <w:sz w:val="20"/>
          <w:szCs w:val="20"/>
          <w:lang w:eastAsia="ru-RU"/>
        </w:rPr>
        <w:t xml:space="preserve">Распоряжением Главы </w:t>
      </w:r>
      <w:r w:rsidRPr="00A9616E">
        <w:rPr>
          <w:rFonts w:ascii="Times New Roman" w:hAnsi="Times New Roman"/>
          <w:bCs/>
          <w:spacing w:val="-12"/>
          <w:sz w:val="20"/>
          <w:szCs w:val="20"/>
        </w:rPr>
        <w:t xml:space="preserve">Бурмистровского сельсовета Искитимского района Новосибирской области </w:t>
      </w:r>
      <w:r w:rsidRPr="00A9616E">
        <w:rPr>
          <w:rFonts w:ascii="Times New Roman" w:hAnsi="Times New Roman"/>
          <w:bCs/>
          <w:spacing w:val="-12"/>
          <w:sz w:val="20"/>
          <w:szCs w:val="20"/>
          <w:lang w:eastAsia="ru-RU"/>
        </w:rPr>
        <w:t xml:space="preserve">от «___» _______ 201___ № _____, Протоколом подведения итогов продажи муниципального имущества № ___ от «___»____________ 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заключили настоящий Договор о нижеследующем:</w:t>
      </w:r>
    </w:p>
    <w:p w:rsidR="0066233A" w:rsidRPr="00A9616E" w:rsidRDefault="0066233A" w:rsidP="00A9616E">
      <w:pPr>
        <w:tabs>
          <w:tab w:val="left" w:pos="142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</w:p>
    <w:p w:rsidR="0066233A" w:rsidRPr="00A9616E" w:rsidRDefault="0066233A" w:rsidP="00A9616E">
      <w:pPr>
        <w:keepNext/>
        <w:tabs>
          <w:tab w:val="left" w:pos="142"/>
        </w:tabs>
        <w:spacing w:after="0" w:line="240" w:lineRule="auto"/>
        <w:ind w:right="50"/>
        <w:jc w:val="center"/>
        <w:outlineLvl w:val="2"/>
        <w:rPr>
          <w:rFonts w:ascii="Times New Roman" w:hAnsi="Times New Roman"/>
          <w:b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b/>
          <w:spacing w:val="-12"/>
          <w:sz w:val="20"/>
          <w:szCs w:val="20"/>
          <w:lang w:eastAsia="ru-RU"/>
        </w:rPr>
        <w:t>1. ПРЕДМЕТ ДОГОВОРА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bookmarkStart w:id="2" w:name="Par0"/>
      <w:bookmarkEnd w:id="2"/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1.1. По настоящему Договору Продавец обязуется передать в собственность Покупателю земельный участок площадью __________, кадастровый номер: _______________, категория земель: _______________, разрешённое использование: _______________, границы земельного участка имеют следующее местоположение: _________________________ (далее по тексту - "Земельный участок").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1.2. Земельный участок принадлежит Продавцу на праве собственности на основании ____________________, что подтверждается зап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и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сью в Едином государственном реестре прав на недвижимое имущество и сделок с ним N _____ от "___"__________ ____ г. Свидетел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ь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ство о государственной регистрации права N _____ от "___"__________ ____ г. выдано _________________________.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 xml:space="preserve">1.3. Продавец обязуется передать Земельный участок в состоянии, пригодном для его использования в соответствии с разрешённым использованием, указанным в </w:t>
      </w:r>
      <w:hyperlink w:anchor="Par0" w:history="1">
        <w:r w:rsidRPr="00A9616E">
          <w:rPr>
            <w:rFonts w:ascii="Times New Roman" w:hAnsi="Times New Roman"/>
            <w:spacing w:val="-12"/>
            <w:sz w:val="20"/>
            <w:szCs w:val="20"/>
            <w:lang w:eastAsia="ru-RU"/>
          </w:rPr>
          <w:t>п. 1.1</w:t>
        </w:r>
      </w:hyperlink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 xml:space="preserve"> настоящего Договора.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1.4. Земельный участок передаётся свободным от прав третьих лиц, не является предметом спора, под залогом, арестом и иным запр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е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щением не состоит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spacing w:val="-12"/>
          <w:sz w:val="20"/>
          <w:szCs w:val="20"/>
          <w:lang w:eastAsia="ru-RU"/>
        </w:rPr>
      </w:pP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b/>
          <w:spacing w:val="-12"/>
          <w:sz w:val="20"/>
          <w:szCs w:val="20"/>
          <w:lang w:eastAsia="ru-RU"/>
        </w:rPr>
        <w:t>2. ПРАВА И ОБЯЗАННОСТИ СТОРОН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2.1. Продавец вправе: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 xml:space="preserve">2.1.1. Получить денежные средства за Земельный участок в порядке и сроки, указанные в </w:t>
      </w:r>
      <w:hyperlink r:id="rId11" w:history="1">
        <w:r w:rsidRPr="00A9616E">
          <w:rPr>
            <w:rFonts w:ascii="Times New Roman" w:hAnsi="Times New Roman"/>
            <w:spacing w:val="-12"/>
            <w:sz w:val="20"/>
            <w:szCs w:val="20"/>
            <w:lang w:eastAsia="ru-RU"/>
          </w:rPr>
          <w:t>разделе 3</w:t>
        </w:r>
      </w:hyperlink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 xml:space="preserve"> настоящего Договора.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2.1.2. В случае уклонения Покупателя от государственной регистрации перехода права собственности на Земельный участок в соотве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т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 xml:space="preserve">ствии с </w:t>
      </w:r>
      <w:hyperlink r:id="rId12" w:history="1">
        <w:r w:rsidRPr="00A9616E">
          <w:rPr>
            <w:rFonts w:ascii="Times New Roman" w:hAnsi="Times New Roman"/>
            <w:spacing w:val="-12"/>
            <w:sz w:val="20"/>
            <w:szCs w:val="20"/>
            <w:lang w:eastAsia="ru-RU"/>
          </w:rPr>
          <w:t>п. 3.3</w:t>
        </w:r>
      </w:hyperlink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 xml:space="preserve"> настоящего Договора требовать в судебном порядке государственной регистрации перехода права, а также возмещения Покупателем убытков, вызванных задержкой такой регистрации.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2.1.3. Осуществлять иные права, предусмотренные действующим законодательством Российской Федерации и настоящим Договором.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2.2. Продавец обязан: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2.2.1. Передать Покупателю Земельный участок в течение __________ с момента подписания настоящего Договора по акту приёма-передачи, являющемуся неотъемлемой частью настоящего Договора с момента его подписания Сторонами (Приложение N ___).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2.2.2. В течение __________ с даты подписания настоящего Договора представить Покупателю все необходимые документы и сове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р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шить все необходимые действия для государственной регистрации перехода права собственности на Земельный участок.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2.2.3. Нести иные обязанности, предусмотренные действующим законодательством Российской Федерации и настоящим Договором.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2.3. Покупатель вправе: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 xml:space="preserve">2.3.1. Получить Земельный участок в порядке и сроки, указанные в </w:t>
      </w:r>
      <w:hyperlink r:id="rId13" w:history="1">
        <w:r w:rsidRPr="00A9616E">
          <w:rPr>
            <w:rFonts w:ascii="Times New Roman" w:hAnsi="Times New Roman"/>
            <w:spacing w:val="-12"/>
            <w:sz w:val="20"/>
            <w:szCs w:val="20"/>
            <w:lang w:eastAsia="ru-RU"/>
          </w:rPr>
          <w:t>разделе 3</w:t>
        </w:r>
      </w:hyperlink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 xml:space="preserve"> настоящего Договора.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2.3.2. В случае уклонения Продавца от государственной регистрации перехода права собственности на Земельный участок в соответс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т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 xml:space="preserve">вии с </w:t>
      </w:r>
      <w:hyperlink r:id="rId14" w:history="1">
        <w:r w:rsidRPr="00A9616E">
          <w:rPr>
            <w:rFonts w:ascii="Times New Roman" w:hAnsi="Times New Roman"/>
            <w:spacing w:val="-12"/>
            <w:sz w:val="20"/>
            <w:szCs w:val="20"/>
            <w:lang w:eastAsia="ru-RU"/>
          </w:rPr>
          <w:t>п. 3.3</w:t>
        </w:r>
      </w:hyperlink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 xml:space="preserve"> настоящего Договора требовать в судебном порядке государственной регистрации перехода права, а также возмещения Продавцом убытков, вызванных задержкой такой регистрации.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2.3.3. Осуществлять иные права, предусмотренные действующим законодательством Российской Федерации и настоящим Договором.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2.4. Покупатель обязан: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 xml:space="preserve">2.4.1. Уплатить цену Земельного участка в размере, порядке и сроки, предусмотренные </w:t>
      </w:r>
      <w:hyperlink r:id="rId15" w:history="1">
        <w:r w:rsidRPr="00A9616E">
          <w:rPr>
            <w:rFonts w:ascii="Times New Roman" w:hAnsi="Times New Roman"/>
            <w:spacing w:val="-12"/>
            <w:sz w:val="20"/>
            <w:szCs w:val="20"/>
            <w:lang w:eastAsia="ru-RU"/>
          </w:rPr>
          <w:t>разделом 4</w:t>
        </w:r>
      </w:hyperlink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 xml:space="preserve"> настоящего Договора.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2.4.2. Принять Земельный участок в порядке и на условиях, предусмотренных настоящим Договором, по акту приема-передачи (Пр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и</w:t>
      </w: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ложение N ___).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2.4.3. Нести иные обязанности, предусмотренные действующим законодательством Российской Федерации и настоящим Договором.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b/>
          <w:spacing w:val="-12"/>
          <w:sz w:val="20"/>
          <w:szCs w:val="20"/>
          <w:lang w:eastAsia="ru-RU"/>
        </w:rPr>
        <w:t>3. ПЕРЕДАЧА ЗЕМЕЛЬНОГО УЧАСТКА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3.1. Передача Земельного участка Продавцом и принятие его Покупателем осуществляются по подписываемому ими акту приёма-передачи, который является неотъемлемой частью настоящего Договора (Приложение N _____).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3.2. Земельный участок должен быть передан Продавцом Покупателю в течение _____ (_____) дней с даты подписания настоящего Договора.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3.3. Переход права собственности на Земельный участок подлежит государственной регистрации.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Расходы, связанные с государственной регистрацией права собственности на Земельный участок, несет Покупатель.</w:t>
      </w:r>
    </w:p>
    <w:p w:rsidR="0066233A" w:rsidRPr="00A9616E" w:rsidRDefault="0066233A" w:rsidP="00A9616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spacing w:val="-12"/>
          <w:sz w:val="20"/>
          <w:szCs w:val="20"/>
          <w:lang w:eastAsia="ru-RU"/>
        </w:rPr>
        <w:t>3.4. Обязательство Продавца передать Земельный участок считается исполненным после подписания Сторонами акта приема-передачи.</w:t>
      </w:r>
    </w:p>
    <w:p w:rsidR="0066233A" w:rsidRPr="00A9616E" w:rsidRDefault="0066233A" w:rsidP="00A9616E">
      <w:pPr>
        <w:keepNext/>
        <w:tabs>
          <w:tab w:val="left" w:pos="142"/>
          <w:tab w:val="num" w:pos="180"/>
        </w:tabs>
        <w:spacing w:after="0" w:line="240" w:lineRule="auto"/>
        <w:ind w:right="50"/>
        <w:jc w:val="center"/>
        <w:outlineLvl w:val="1"/>
        <w:rPr>
          <w:rFonts w:ascii="Times New Roman" w:hAnsi="Times New Roman"/>
          <w:b/>
          <w:bCs/>
          <w:spacing w:val="-12"/>
          <w:sz w:val="20"/>
          <w:szCs w:val="20"/>
          <w:lang w:eastAsia="ru-RU"/>
        </w:rPr>
      </w:pPr>
    </w:p>
    <w:p w:rsidR="0066233A" w:rsidRPr="00A9616E" w:rsidRDefault="0066233A" w:rsidP="00A9616E">
      <w:pPr>
        <w:keepNext/>
        <w:tabs>
          <w:tab w:val="left" w:pos="142"/>
          <w:tab w:val="num" w:pos="180"/>
        </w:tabs>
        <w:spacing w:after="0" w:line="240" w:lineRule="auto"/>
        <w:ind w:right="50"/>
        <w:jc w:val="center"/>
        <w:outlineLvl w:val="1"/>
        <w:rPr>
          <w:rFonts w:ascii="Times New Roman" w:hAnsi="Times New Roman"/>
          <w:b/>
          <w:bCs/>
          <w:spacing w:val="-12"/>
          <w:sz w:val="20"/>
          <w:szCs w:val="20"/>
          <w:lang w:eastAsia="ru-RU"/>
        </w:rPr>
      </w:pPr>
      <w:r w:rsidRPr="00A9616E">
        <w:rPr>
          <w:rFonts w:ascii="Times New Roman" w:hAnsi="Times New Roman"/>
          <w:b/>
          <w:bCs/>
          <w:spacing w:val="-12"/>
          <w:sz w:val="20"/>
          <w:szCs w:val="20"/>
          <w:lang w:eastAsia="ru-RU"/>
        </w:rPr>
        <w:t>4. ОПЛАТА ИМУЩЕСТВА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4.1. Цена настоящего Договора установлена по итогам продажи муниципального имущества посредством аукциона (Извещение № ______________) и составляет _________ (___________________________________) рублей.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4.2. Покупатель обязан уплатить за Имущество, указанное в п. 1 настоящего Договора, в течение 10 (десяти) календарных дней с даты заключения настоящего Договора безналичным платежом по следующим банковским реквизитам: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Получатель: администрация Бурмистровского сельсовета Искитимского района Новосибирской области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ИНН 5443105805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КПП 544301001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Банковские реквизиты: р/с 40204810200000000113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УФК по Новосибирской области в отделении по Искитимскому району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л/с 03513003020 в Сибирское</w:t>
      </w:r>
      <w:r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A9616E">
        <w:rPr>
          <w:rFonts w:ascii="Times New Roman" w:hAnsi="Times New Roman"/>
          <w:spacing w:val="-12"/>
          <w:sz w:val="20"/>
          <w:szCs w:val="20"/>
        </w:rPr>
        <w:t xml:space="preserve">ГУ </w:t>
      </w:r>
      <w:r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A9616E">
        <w:rPr>
          <w:rFonts w:ascii="Times New Roman" w:hAnsi="Times New Roman"/>
          <w:spacing w:val="-12"/>
          <w:sz w:val="20"/>
          <w:szCs w:val="20"/>
        </w:rPr>
        <w:t>Банка России г. Новосибирск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БИК 045004001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В платёжном поручении должны быть указаны номер и дата настоящего Договора.</w:t>
      </w:r>
    </w:p>
    <w:p w:rsidR="0066233A" w:rsidRPr="00A9616E" w:rsidRDefault="0066233A" w:rsidP="00A9616E">
      <w:pPr>
        <w:tabs>
          <w:tab w:val="left" w:pos="0"/>
          <w:tab w:val="left" w:pos="142"/>
        </w:tabs>
        <w:spacing w:after="0" w:line="240" w:lineRule="auto"/>
        <w:ind w:right="50"/>
        <w:contextualSpacing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4.3. Надлежащим выполнением обязательства Покупателя по оплате Имущества является поступление всей указанной в п. 4.1 насто</w:t>
      </w:r>
      <w:r w:rsidRPr="00A9616E">
        <w:rPr>
          <w:rFonts w:ascii="Times New Roman" w:hAnsi="Times New Roman"/>
          <w:spacing w:val="-12"/>
          <w:sz w:val="20"/>
          <w:szCs w:val="20"/>
        </w:rPr>
        <w:t>я</w:t>
      </w:r>
      <w:r w:rsidRPr="00A9616E">
        <w:rPr>
          <w:rFonts w:ascii="Times New Roman" w:hAnsi="Times New Roman"/>
          <w:spacing w:val="-12"/>
          <w:sz w:val="20"/>
          <w:szCs w:val="20"/>
        </w:rPr>
        <w:t xml:space="preserve">щего Договора, суммы на счет Продавца </w:t>
      </w:r>
    </w:p>
    <w:p w:rsidR="0066233A" w:rsidRPr="00A9616E" w:rsidRDefault="0066233A" w:rsidP="00A9616E">
      <w:pPr>
        <w:tabs>
          <w:tab w:val="num" w:pos="0"/>
          <w:tab w:val="left" w:pos="142"/>
        </w:tabs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4.4. Покупатель самостоятельно несет все расходы и издержки, связанные с оформлением перехода права собственности на Имущество в соответствии с действующим законодательством.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spacing w:val="-12"/>
          <w:sz w:val="20"/>
          <w:szCs w:val="20"/>
        </w:rPr>
      </w:pP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>5</w:t>
      </w:r>
      <w:r w:rsidRPr="00A9616E">
        <w:rPr>
          <w:rFonts w:ascii="Times New Roman" w:hAnsi="Times New Roman"/>
          <w:b/>
          <w:noProof/>
          <w:spacing w:val="-12"/>
          <w:sz w:val="20"/>
          <w:szCs w:val="20"/>
        </w:rPr>
        <w:t>.</w:t>
      </w:r>
      <w:r w:rsidRPr="00A9616E">
        <w:rPr>
          <w:rFonts w:ascii="Times New Roman" w:hAnsi="Times New Roman"/>
          <w:b/>
          <w:spacing w:val="-12"/>
          <w:sz w:val="20"/>
          <w:szCs w:val="20"/>
        </w:rPr>
        <w:t xml:space="preserve"> ОТВЕТСТВЕННОСТЬ СТОРОН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i/>
          <w:spacing w:val="-12"/>
          <w:sz w:val="20"/>
          <w:szCs w:val="20"/>
        </w:rPr>
      </w:pPr>
      <w:r w:rsidRPr="00A9616E">
        <w:rPr>
          <w:rFonts w:ascii="Times New Roman" w:hAnsi="Times New Roman"/>
          <w:noProof/>
          <w:spacing w:val="-12"/>
          <w:sz w:val="20"/>
          <w:szCs w:val="20"/>
        </w:rPr>
        <w:t>5.1.</w:t>
      </w:r>
      <w:r w:rsidRPr="00A9616E">
        <w:rPr>
          <w:rFonts w:ascii="Times New Roman" w:hAnsi="Times New Roman"/>
          <w:spacing w:val="-12"/>
          <w:sz w:val="20"/>
          <w:szCs w:val="20"/>
        </w:rPr>
        <w:t xml:space="preserve"> За невыполнение или ненадлежащее выполнение своих обязательств по настоящему Договору Стороны несут ответственность в соответствии с нормами действующего законодательства и настоящим Договором.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noProof/>
          <w:spacing w:val="-12"/>
          <w:sz w:val="20"/>
          <w:szCs w:val="20"/>
        </w:rPr>
        <w:t>5.2.</w:t>
      </w:r>
      <w:r w:rsidRPr="00A9616E">
        <w:rPr>
          <w:rFonts w:ascii="Times New Roman" w:hAnsi="Times New Roman"/>
          <w:spacing w:val="-12"/>
          <w:sz w:val="20"/>
          <w:szCs w:val="20"/>
        </w:rPr>
        <w:t xml:space="preserve"> За нарушение сроков внесения денежных средств в счёт оплаты имущества в порядке, предусмотренном п. 4.2 настоящего Догов</w:t>
      </w:r>
      <w:r w:rsidRPr="00A9616E">
        <w:rPr>
          <w:rFonts w:ascii="Times New Roman" w:hAnsi="Times New Roman"/>
          <w:spacing w:val="-12"/>
          <w:sz w:val="20"/>
          <w:szCs w:val="20"/>
        </w:rPr>
        <w:t>о</w:t>
      </w:r>
      <w:r w:rsidRPr="00A9616E">
        <w:rPr>
          <w:rFonts w:ascii="Times New Roman" w:hAnsi="Times New Roman"/>
          <w:spacing w:val="-12"/>
          <w:sz w:val="20"/>
          <w:szCs w:val="20"/>
        </w:rPr>
        <w:t>ра, Покупатель уплачивает Продавцу пени в размере 0,1 % от цены имущества за каждый день просрочки.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5.3. Просрочка внесения денежных средств в счёт оплаты имущества в сумме и сроки, указанные в настоящем Договоре, не может с</w:t>
      </w:r>
      <w:r w:rsidRPr="00A9616E">
        <w:rPr>
          <w:rFonts w:ascii="Times New Roman" w:hAnsi="Times New Roman"/>
          <w:spacing w:val="-12"/>
          <w:sz w:val="20"/>
          <w:szCs w:val="20"/>
        </w:rPr>
        <w:t>о</w:t>
      </w:r>
      <w:r w:rsidRPr="00A9616E">
        <w:rPr>
          <w:rFonts w:ascii="Times New Roman" w:hAnsi="Times New Roman"/>
          <w:spacing w:val="-12"/>
          <w:sz w:val="20"/>
          <w:szCs w:val="20"/>
        </w:rPr>
        <w:t>ставлять более 10 (десять) календарных дней (далее</w:t>
      </w:r>
      <w:r w:rsidRPr="00A9616E">
        <w:rPr>
          <w:rFonts w:ascii="Times New Roman" w:hAnsi="Times New Roman"/>
          <w:noProof/>
          <w:spacing w:val="-12"/>
          <w:sz w:val="20"/>
          <w:szCs w:val="20"/>
        </w:rPr>
        <w:t xml:space="preserve"> -</w:t>
      </w:r>
      <w:r w:rsidRPr="00A9616E">
        <w:rPr>
          <w:rFonts w:ascii="Times New Roman" w:hAnsi="Times New Roman"/>
          <w:spacing w:val="-12"/>
          <w:sz w:val="20"/>
          <w:szCs w:val="20"/>
        </w:rPr>
        <w:t xml:space="preserve"> «допустимая просрочка»).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Просрочка свыше 10 (десять) календарных дней считается отказом Покупателя от исполнения обязательств по настоящему Договору.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Продавец с момента истечения “допустимой просрочки”, направляет Покупателю письменное уведомление, с даты отправления кот</w:t>
      </w:r>
      <w:r w:rsidRPr="00A9616E">
        <w:rPr>
          <w:rFonts w:ascii="Times New Roman" w:hAnsi="Times New Roman"/>
          <w:spacing w:val="-12"/>
          <w:sz w:val="20"/>
          <w:szCs w:val="20"/>
        </w:rPr>
        <w:t>о</w:t>
      </w:r>
      <w:r w:rsidRPr="00A9616E">
        <w:rPr>
          <w:rFonts w:ascii="Times New Roman" w:hAnsi="Times New Roman"/>
          <w:spacing w:val="-12"/>
          <w:sz w:val="20"/>
          <w:szCs w:val="20"/>
        </w:rPr>
        <w:t>рого Договор считается расторгнутым, все обязательства Сторон по Договору прекращаются. Оформление Сторонами дополнительн</w:t>
      </w:r>
      <w:r w:rsidRPr="00A9616E">
        <w:rPr>
          <w:rFonts w:ascii="Times New Roman" w:hAnsi="Times New Roman"/>
          <w:spacing w:val="-12"/>
          <w:sz w:val="20"/>
          <w:szCs w:val="20"/>
        </w:rPr>
        <w:t>о</w:t>
      </w:r>
      <w:r w:rsidRPr="00A9616E">
        <w:rPr>
          <w:rFonts w:ascii="Times New Roman" w:hAnsi="Times New Roman"/>
          <w:spacing w:val="-12"/>
          <w:sz w:val="20"/>
          <w:szCs w:val="20"/>
        </w:rPr>
        <w:t>го соглашения о расторжении настоящего Договора в данном случае не требуется.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В указанном случае Продавец имеет право требовать уплаты штрафа в размере 50 % цены настоящего Договора, за ненадлежащее и</w:t>
      </w:r>
      <w:r w:rsidRPr="00A9616E">
        <w:rPr>
          <w:rFonts w:ascii="Times New Roman" w:hAnsi="Times New Roman"/>
          <w:spacing w:val="-12"/>
          <w:sz w:val="20"/>
          <w:szCs w:val="20"/>
        </w:rPr>
        <w:t>с</w:t>
      </w:r>
      <w:r w:rsidRPr="00A9616E">
        <w:rPr>
          <w:rFonts w:ascii="Times New Roman" w:hAnsi="Times New Roman"/>
          <w:spacing w:val="-12"/>
          <w:sz w:val="20"/>
          <w:szCs w:val="20"/>
        </w:rPr>
        <w:t>полнение / неисполнения Покупателем принятых по Договору обязательств.</w:t>
      </w:r>
    </w:p>
    <w:p w:rsidR="0066233A" w:rsidRPr="00A9616E" w:rsidRDefault="0066233A" w:rsidP="00A9616E">
      <w:pPr>
        <w:keepNext/>
        <w:tabs>
          <w:tab w:val="left" w:pos="142"/>
          <w:tab w:val="left" w:pos="708"/>
        </w:tabs>
        <w:spacing w:after="0" w:line="240" w:lineRule="auto"/>
        <w:ind w:right="50"/>
        <w:outlineLvl w:val="3"/>
        <w:rPr>
          <w:rFonts w:ascii="Times New Roman" w:hAnsi="Times New Roman"/>
          <w:b/>
          <w:bCs/>
          <w:spacing w:val="-12"/>
          <w:sz w:val="20"/>
          <w:szCs w:val="20"/>
        </w:rPr>
      </w:pP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>6. ОБСТОЯТЕЛЬСТВА НЕПРЕОДОЛИМОЙ СИЛЫ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6.1. 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6.2. При возникновении обстоятельств непреодолимой силы, препятствующих исполнению обязательств по настоящему Договору о</w:t>
      </w:r>
      <w:r w:rsidRPr="00A9616E">
        <w:rPr>
          <w:rFonts w:ascii="Times New Roman" w:hAnsi="Times New Roman"/>
          <w:spacing w:val="-12"/>
          <w:sz w:val="20"/>
          <w:szCs w:val="20"/>
        </w:rPr>
        <w:t>д</w:t>
      </w:r>
      <w:r w:rsidRPr="00A9616E">
        <w:rPr>
          <w:rFonts w:ascii="Times New Roman" w:hAnsi="Times New Roman"/>
          <w:spacing w:val="-12"/>
          <w:sz w:val="20"/>
          <w:szCs w:val="20"/>
        </w:rPr>
        <w:t>ной из Сторон, она обязана оповестить другую Сторону не позднее _____ (______) дней с момента возникновения таких обстоятельств, при этом срок выполнения обязательств по настоящему Договору переносится соразмерно времени, в течение которого действовали такие обстоятельства и их последствия.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>7. СРОК ДЕЙСТВИЯ НАСТОЯЩЕГО ДОГОВОРА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7.1. Настоящий Договор вступает в силу с момента его подписания и действует до момента полного исполнения Сторонами всех обяз</w:t>
      </w:r>
      <w:r w:rsidRPr="00A9616E">
        <w:rPr>
          <w:rFonts w:ascii="Times New Roman" w:hAnsi="Times New Roman"/>
          <w:spacing w:val="-12"/>
          <w:sz w:val="20"/>
          <w:szCs w:val="20"/>
        </w:rPr>
        <w:t>а</w:t>
      </w:r>
      <w:r w:rsidRPr="00A9616E">
        <w:rPr>
          <w:rFonts w:ascii="Times New Roman" w:hAnsi="Times New Roman"/>
          <w:spacing w:val="-12"/>
          <w:sz w:val="20"/>
          <w:szCs w:val="20"/>
        </w:rPr>
        <w:t>тельств по нему.</w:t>
      </w: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7.2. Настоящий Договор может быть расторгнут досрочно по соглашению Сторон либо по иным основаниям, установленным дейс</w:t>
      </w:r>
      <w:r w:rsidRPr="00A9616E">
        <w:rPr>
          <w:rFonts w:ascii="Times New Roman" w:hAnsi="Times New Roman"/>
          <w:spacing w:val="-12"/>
          <w:sz w:val="20"/>
          <w:szCs w:val="20"/>
        </w:rPr>
        <w:t>т</w:t>
      </w:r>
      <w:r w:rsidRPr="00A9616E">
        <w:rPr>
          <w:rFonts w:ascii="Times New Roman" w:hAnsi="Times New Roman"/>
          <w:spacing w:val="-12"/>
          <w:sz w:val="20"/>
          <w:szCs w:val="20"/>
        </w:rPr>
        <w:t>вующим законодательством Российской Федерации.</w:t>
      </w: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pacing w:val="-12"/>
          <w:sz w:val="20"/>
          <w:szCs w:val="20"/>
        </w:rPr>
      </w:pP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>8. РАЗРЕШЕНИЕ СПОРОВ</w:t>
      </w: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8.1. Все споры и разногласия, которые могут возникнуть между Сторонами по вопросам, не нашедшим своего разрешения в тексте н</w:t>
      </w:r>
      <w:r w:rsidRPr="00A9616E">
        <w:rPr>
          <w:rFonts w:ascii="Times New Roman" w:hAnsi="Times New Roman"/>
          <w:spacing w:val="-12"/>
          <w:sz w:val="20"/>
          <w:szCs w:val="20"/>
        </w:rPr>
        <w:t>а</w:t>
      </w:r>
      <w:r w:rsidRPr="00A9616E">
        <w:rPr>
          <w:rFonts w:ascii="Times New Roman" w:hAnsi="Times New Roman"/>
          <w:spacing w:val="-12"/>
          <w:sz w:val="20"/>
          <w:szCs w:val="20"/>
        </w:rPr>
        <w:t>стоящего Договора, будут разрешаться путем переговоров на основе действующего законодательства Российской Федерации.</w:t>
      </w: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8.2. При невозможности урегулирования спорных вопросов в процессе переговоров споры передаются для разрешения в судебном п</w:t>
      </w:r>
      <w:r w:rsidRPr="00A9616E">
        <w:rPr>
          <w:rFonts w:ascii="Times New Roman" w:hAnsi="Times New Roman"/>
          <w:spacing w:val="-12"/>
          <w:sz w:val="20"/>
          <w:szCs w:val="20"/>
        </w:rPr>
        <w:t>о</w:t>
      </w:r>
      <w:r w:rsidRPr="00A9616E">
        <w:rPr>
          <w:rFonts w:ascii="Times New Roman" w:hAnsi="Times New Roman"/>
          <w:spacing w:val="-12"/>
          <w:sz w:val="20"/>
          <w:szCs w:val="20"/>
        </w:rPr>
        <w:t>рядке в соответствии с действующим законодательством Российской Федерации.</w:t>
      </w: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8.3. Споры, возникающие между Сторонами в ходе исполнения настоящего Договора, рассматриваются в Арбитражном суде Новос</w:t>
      </w:r>
      <w:r w:rsidRPr="00A9616E">
        <w:rPr>
          <w:rFonts w:ascii="Times New Roman" w:hAnsi="Times New Roman"/>
          <w:spacing w:val="-12"/>
          <w:sz w:val="20"/>
          <w:szCs w:val="20"/>
        </w:rPr>
        <w:t>и</w:t>
      </w:r>
      <w:r w:rsidRPr="00A9616E">
        <w:rPr>
          <w:rFonts w:ascii="Times New Roman" w:hAnsi="Times New Roman"/>
          <w:spacing w:val="-12"/>
          <w:sz w:val="20"/>
          <w:szCs w:val="20"/>
        </w:rPr>
        <w:t>бирской области.</w:t>
      </w: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pacing w:val="-12"/>
          <w:sz w:val="20"/>
          <w:szCs w:val="20"/>
        </w:rPr>
      </w:pP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>9. ЗАКЛЮЧИТЕЛЬНЫЕ ПОЛОЖЕНИЯ</w:t>
      </w: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9.1. Любые изменения и дополнения к настоящему Договору действительны при условии, что они совершены в письменной форме и подписаны Сторонами или надлежаще уполномоченными на то представителями Сторон, и являются неотъемлемой составляющей частью настоящего Договора.</w:t>
      </w: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9.2. Все уведомления и сообщения в рамках настоящего Договора должны направляться Сторонами друг другу в письменной форме.</w:t>
      </w: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9.3. Во всем остальном, что не предусмотрено настоящим Договором, Стороны руководствуются действующим законодательством Ро</w:t>
      </w:r>
      <w:r w:rsidRPr="00A9616E">
        <w:rPr>
          <w:rFonts w:ascii="Times New Roman" w:hAnsi="Times New Roman"/>
          <w:spacing w:val="-12"/>
          <w:sz w:val="20"/>
          <w:szCs w:val="20"/>
        </w:rPr>
        <w:t>с</w:t>
      </w:r>
      <w:r w:rsidRPr="00A9616E">
        <w:rPr>
          <w:rFonts w:ascii="Times New Roman" w:hAnsi="Times New Roman"/>
          <w:spacing w:val="-12"/>
          <w:sz w:val="20"/>
          <w:szCs w:val="20"/>
        </w:rPr>
        <w:t>сийской Федерации.</w:t>
      </w: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9.4. Договор составлен в 3 (трех) экземплярах, из которых один находится у Продавца, второй - у Покупателя, а третий хранится в делах органа, осуществляющего государственную регистрацию прав на недвижимое имущество и сделок с ним.</w:t>
      </w: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9.5. Неотъемлемой частью настоящего Договора является:</w:t>
      </w: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9.5.1. ______________________________ (выписка из Государственного кадастра недвижимости, кадастровый паспорт земельного уч</w:t>
      </w:r>
      <w:r w:rsidRPr="00A9616E">
        <w:rPr>
          <w:rFonts w:ascii="Times New Roman" w:hAnsi="Times New Roman"/>
          <w:spacing w:val="-12"/>
          <w:sz w:val="20"/>
          <w:szCs w:val="20"/>
        </w:rPr>
        <w:t>а</w:t>
      </w:r>
      <w:r w:rsidRPr="00A9616E">
        <w:rPr>
          <w:rFonts w:ascii="Times New Roman" w:hAnsi="Times New Roman"/>
          <w:spacing w:val="-12"/>
          <w:sz w:val="20"/>
          <w:szCs w:val="20"/>
        </w:rPr>
        <w:t>стка) (Приложение N ____).</w:t>
      </w: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9.5.2. Акт приема-передачи земельного участка (Приложение N ____).</w:t>
      </w: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9.5.3. _________________________________________ (иные).</w:t>
      </w: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pacing w:val="-12"/>
          <w:sz w:val="20"/>
          <w:szCs w:val="20"/>
        </w:rPr>
      </w:pPr>
    </w:p>
    <w:p w:rsidR="0066233A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spacing w:val="-12"/>
          <w:sz w:val="20"/>
          <w:szCs w:val="20"/>
        </w:rPr>
      </w:pPr>
    </w:p>
    <w:p w:rsidR="0066233A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spacing w:val="-12"/>
          <w:sz w:val="20"/>
          <w:szCs w:val="20"/>
        </w:rPr>
      </w:pPr>
    </w:p>
    <w:p w:rsidR="0066233A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spacing w:val="-12"/>
          <w:sz w:val="20"/>
          <w:szCs w:val="20"/>
        </w:rPr>
      </w:pPr>
    </w:p>
    <w:p w:rsidR="0066233A" w:rsidRPr="00A9616E" w:rsidRDefault="0066233A" w:rsidP="00A961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spacing w:val="-12"/>
          <w:sz w:val="20"/>
          <w:szCs w:val="20"/>
        </w:rPr>
        <w:t>10. АДРЕСА, РЕКВИЗИТЫ И ПОДПИСИ СТОРОН</w:t>
      </w:r>
    </w:p>
    <w:tbl>
      <w:tblPr>
        <w:tblW w:w="0" w:type="auto"/>
        <w:tblInd w:w="250" w:type="dxa"/>
        <w:tblLook w:val="01E0"/>
      </w:tblPr>
      <w:tblGrid>
        <w:gridCol w:w="4503"/>
        <w:gridCol w:w="4610"/>
      </w:tblGrid>
      <w:tr w:rsidR="0066233A" w:rsidRPr="00F12C65" w:rsidTr="00244EB4">
        <w:trPr>
          <w:trHeight w:val="351"/>
        </w:trPr>
        <w:tc>
          <w:tcPr>
            <w:tcW w:w="4503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jc w:val="center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A9616E">
              <w:rPr>
                <w:rFonts w:ascii="Times New Roman" w:hAnsi="Times New Roman"/>
                <w:b/>
                <w:bCs/>
                <w:spacing w:val="-12"/>
                <w:sz w:val="20"/>
                <w:szCs w:val="20"/>
              </w:rPr>
              <w:t>ПРОДАВЕЦ</w:t>
            </w:r>
          </w:p>
        </w:tc>
        <w:tc>
          <w:tcPr>
            <w:tcW w:w="4610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jc w:val="center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A9616E">
              <w:rPr>
                <w:rFonts w:ascii="Times New Roman" w:hAnsi="Times New Roman"/>
                <w:b/>
                <w:bCs/>
                <w:spacing w:val="-12"/>
                <w:sz w:val="20"/>
                <w:szCs w:val="20"/>
              </w:rPr>
              <w:t>ПОКУПАТЕЛЬ</w:t>
            </w:r>
          </w:p>
        </w:tc>
      </w:tr>
      <w:tr w:rsidR="0066233A" w:rsidRPr="00F12C65" w:rsidTr="00244EB4">
        <w:trPr>
          <w:trHeight w:val="606"/>
        </w:trPr>
        <w:tc>
          <w:tcPr>
            <w:tcW w:w="4503" w:type="dxa"/>
          </w:tcPr>
          <w:p w:rsidR="0066233A" w:rsidRPr="00A9616E" w:rsidRDefault="0066233A" w:rsidP="00A961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A9616E">
              <w:rPr>
                <w:rFonts w:ascii="Times New Roman" w:hAnsi="Times New Roman"/>
                <w:spacing w:val="-12"/>
                <w:sz w:val="20"/>
                <w:szCs w:val="20"/>
              </w:rPr>
              <w:t>Администрация Бурмистровского сельсовета</w:t>
            </w:r>
          </w:p>
          <w:p w:rsidR="0066233A" w:rsidRPr="00A9616E" w:rsidRDefault="0066233A" w:rsidP="00A961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A9616E">
              <w:rPr>
                <w:rFonts w:ascii="Times New Roman" w:hAnsi="Times New Roman"/>
                <w:spacing w:val="-12"/>
                <w:sz w:val="20"/>
                <w:szCs w:val="20"/>
              </w:rPr>
              <w:t>Искитимского района Новосибирской области</w:t>
            </w:r>
          </w:p>
        </w:tc>
        <w:tc>
          <w:tcPr>
            <w:tcW w:w="4610" w:type="dxa"/>
          </w:tcPr>
          <w:p w:rsidR="0066233A" w:rsidRPr="00A9616E" w:rsidRDefault="0066233A" w:rsidP="00A961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right="50"/>
              <w:jc w:val="both"/>
              <w:rPr>
                <w:rFonts w:ascii="Times New Roman" w:hAnsi="Times New Roman"/>
                <w:spacing w:val="-12"/>
                <w:sz w:val="20"/>
                <w:szCs w:val="20"/>
              </w:rPr>
            </w:pPr>
          </w:p>
        </w:tc>
      </w:tr>
      <w:tr w:rsidR="0066233A" w:rsidRPr="00F12C65" w:rsidTr="00244EB4">
        <w:trPr>
          <w:trHeight w:val="1989"/>
        </w:trPr>
        <w:tc>
          <w:tcPr>
            <w:tcW w:w="4503" w:type="dxa"/>
          </w:tcPr>
          <w:p w:rsidR="0066233A" w:rsidRPr="00A9616E" w:rsidRDefault="0066233A" w:rsidP="00A961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A9616E">
              <w:rPr>
                <w:rFonts w:ascii="Times New Roman" w:hAnsi="Times New Roman"/>
                <w:spacing w:val="-12"/>
                <w:sz w:val="20"/>
                <w:szCs w:val="20"/>
              </w:rPr>
              <w:t xml:space="preserve">Адрес: 633246, Новосибирская область, Искитимский район, д. Бурмистрово, ул. Центральная, д. </w:t>
            </w:r>
            <w:r>
              <w:rPr>
                <w:rFonts w:ascii="Times New Roman" w:hAnsi="Times New Roman"/>
                <w:spacing w:val="-12"/>
                <w:sz w:val="20"/>
                <w:szCs w:val="20"/>
              </w:rPr>
              <w:t>22а</w:t>
            </w:r>
            <w:r w:rsidRPr="00A9616E">
              <w:rPr>
                <w:rFonts w:ascii="Times New Roman" w:hAnsi="Times New Roman"/>
                <w:spacing w:val="-12"/>
                <w:sz w:val="20"/>
                <w:szCs w:val="20"/>
              </w:rPr>
              <w:t>1</w:t>
            </w:r>
          </w:p>
          <w:p w:rsidR="0066233A" w:rsidRPr="00A9616E" w:rsidRDefault="0066233A" w:rsidP="00A961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A9616E">
              <w:rPr>
                <w:rFonts w:ascii="Times New Roman" w:hAnsi="Times New Roman"/>
                <w:spacing w:val="-12"/>
                <w:sz w:val="20"/>
                <w:szCs w:val="20"/>
              </w:rPr>
              <w:t>ИНН 5443105805</w:t>
            </w:r>
          </w:p>
          <w:p w:rsidR="0066233A" w:rsidRPr="00A9616E" w:rsidRDefault="0066233A" w:rsidP="00A961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A9616E">
              <w:rPr>
                <w:rFonts w:ascii="Times New Roman" w:hAnsi="Times New Roman"/>
                <w:spacing w:val="-12"/>
                <w:sz w:val="20"/>
                <w:szCs w:val="20"/>
              </w:rPr>
              <w:t>КПП 544301001</w:t>
            </w:r>
          </w:p>
          <w:p w:rsidR="0066233A" w:rsidRPr="00A9616E" w:rsidRDefault="0066233A" w:rsidP="00A961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A9616E">
              <w:rPr>
                <w:rFonts w:ascii="Times New Roman" w:hAnsi="Times New Roman"/>
                <w:spacing w:val="-12"/>
                <w:sz w:val="20"/>
                <w:szCs w:val="20"/>
              </w:rPr>
              <w:t>Банковские реквизиты: р/с 40204810200000000113</w:t>
            </w:r>
          </w:p>
          <w:p w:rsidR="0066233A" w:rsidRPr="00A9616E" w:rsidRDefault="0066233A" w:rsidP="00A961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A9616E">
              <w:rPr>
                <w:rFonts w:ascii="Times New Roman" w:hAnsi="Times New Roman"/>
                <w:spacing w:val="-12"/>
                <w:sz w:val="20"/>
                <w:szCs w:val="20"/>
              </w:rPr>
              <w:t>УФК по Новосибирской области в отделении по Иск</w:t>
            </w:r>
            <w:r w:rsidRPr="00A9616E">
              <w:rPr>
                <w:rFonts w:ascii="Times New Roman" w:hAnsi="Times New Roman"/>
                <w:spacing w:val="-12"/>
                <w:sz w:val="20"/>
                <w:szCs w:val="20"/>
              </w:rPr>
              <w:t>и</w:t>
            </w:r>
            <w:r w:rsidRPr="00A9616E">
              <w:rPr>
                <w:rFonts w:ascii="Times New Roman" w:hAnsi="Times New Roman"/>
                <w:spacing w:val="-12"/>
                <w:sz w:val="20"/>
                <w:szCs w:val="20"/>
              </w:rPr>
              <w:t>тимскому району л/с 03513003020 в Сибирское</w:t>
            </w:r>
            <w:r>
              <w:rPr>
                <w:rFonts w:ascii="Times New Roman" w:hAnsi="Times New Roman"/>
                <w:spacing w:val="-12"/>
                <w:sz w:val="20"/>
                <w:szCs w:val="20"/>
              </w:rPr>
              <w:t xml:space="preserve"> </w:t>
            </w:r>
            <w:r w:rsidRPr="00A9616E">
              <w:rPr>
                <w:rFonts w:ascii="Times New Roman" w:hAnsi="Times New Roman"/>
                <w:spacing w:val="-12"/>
                <w:sz w:val="20"/>
                <w:szCs w:val="20"/>
              </w:rPr>
              <w:t>ГУ Банка России г. Новосибирск БИК 045004001</w:t>
            </w:r>
          </w:p>
        </w:tc>
        <w:tc>
          <w:tcPr>
            <w:tcW w:w="4610" w:type="dxa"/>
          </w:tcPr>
          <w:p w:rsidR="0066233A" w:rsidRPr="00A9616E" w:rsidRDefault="0066233A" w:rsidP="00A961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Times New Roman" w:hAnsi="Times New Roman"/>
                <w:spacing w:val="-12"/>
                <w:sz w:val="20"/>
                <w:szCs w:val="20"/>
              </w:rPr>
            </w:pPr>
          </w:p>
        </w:tc>
      </w:tr>
      <w:tr w:rsidR="0066233A" w:rsidRPr="00F12C65" w:rsidTr="00244EB4">
        <w:tc>
          <w:tcPr>
            <w:tcW w:w="4503" w:type="dxa"/>
          </w:tcPr>
          <w:p w:rsidR="0066233A" w:rsidRPr="00A9616E" w:rsidRDefault="0066233A" w:rsidP="00A961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A9616E">
              <w:rPr>
                <w:rFonts w:ascii="Times New Roman" w:hAnsi="Times New Roman"/>
                <w:spacing w:val="-12"/>
                <w:sz w:val="20"/>
                <w:szCs w:val="20"/>
              </w:rPr>
              <w:t>Глава Бурмистровского сельсовета</w:t>
            </w:r>
          </w:p>
          <w:p w:rsidR="0066233A" w:rsidRPr="00A9616E" w:rsidRDefault="0066233A" w:rsidP="00A961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A9616E">
              <w:rPr>
                <w:rFonts w:ascii="Times New Roman" w:hAnsi="Times New Roman"/>
                <w:spacing w:val="-12"/>
                <w:sz w:val="20"/>
                <w:szCs w:val="20"/>
              </w:rPr>
              <w:t>Искитимского района Новосибирской области</w:t>
            </w:r>
          </w:p>
        </w:tc>
        <w:tc>
          <w:tcPr>
            <w:tcW w:w="4610" w:type="dxa"/>
          </w:tcPr>
          <w:p w:rsidR="0066233A" w:rsidRPr="00A9616E" w:rsidRDefault="0066233A" w:rsidP="00A961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right="50"/>
              <w:jc w:val="both"/>
              <w:rPr>
                <w:rFonts w:ascii="Times New Roman" w:hAnsi="Times New Roman"/>
                <w:spacing w:val="-12"/>
                <w:sz w:val="20"/>
                <w:szCs w:val="20"/>
              </w:rPr>
            </w:pPr>
          </w:p>
        </w:tc>
      </w:tr>
      <w:tr w:rsidR="0066233A" w:rsidRPr="00F12C65" w:rsidTr="00244EB4">
        <w:tc>
          <w:tcPr>
            <w:tcW w:w="4503" w:type="dxa"/>
          </w:tcPr>
          <w:p w:rsidR="0066233A" w:rsidRPr="00A9616E" w:rsidRDefault="0066233A" w:rsidP="00A961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A9616E">
              <w:rPr>
                <w:rFonts w:ascii="Times New Roman" w:hAnsi="Times New Roman"/>
                <w:spacing w:val="-12"/>
                <w:sz w:val="20"/>
                <w:szCs w:val="20"/>
              </w:rPr>
              <w:t>_______________________ К. В. Ульченко</w:t>
            </w:r>
          </w:p>
        </w:tc>
        <w:tc>
          <w:tcPr>
            <w:tcW w:w="4610" w:type="dxa"/>
          </w:tcPr>
          <w:p w:rsidR="0066233A" w:rsidRPr="00A9616E" w:rsidRDefault="0066233A" w:rsidP="00A961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right="50"/>
              <w:jc w:val="both"/>
              <w:rPr>
                <w:rFonts w:ascii="Times New Roman" w:hAnsi="Times New Roman"/>
                <w:spacing w:val="-12"/>
                <w:sz w:val="20"/>
                <w:szCs w:val="20"/>
              </w:rPr>
            </w:pPr>
          </w:p>
        </w:tc>
      </w:tr>
    </w:tbl>
    <w:p w:rsidR="0066233A" w:rsidRPr="00A9616E" w:rsidRDefault="0066233A" w:rsidP="00A9616E">
      <w:pPr>
        <w:tabs>
          <w:tab w:val="left" w:pos="142"/>
        </w:tabs>
        <w:spacing w:after="0" w:line="240" w:lineRule="auto"/>
        <w:ind w:right="50"/>
        <w:rPr>
          <w:rFonts w:ascii="Times New Roman" w:hAnsi="Times New Roman"/>
          <w:spacing w:val="-12"/>
          <w:sz w:val="20"/>
          <w:szCs w:val="20"/>
          <w:lang w:eastAsia="ru-RU"/>
        </w:rPr>
      </w:pP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Приложение N 1</w:t>
      </w: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 xml:space="preserve">к </w:t>
      </w:r>
      <w:hyperlink r:id="rId16" w:history="1">
        <w:r w:rsidRPr="00A9616E">
          <w:rPr>
            <w:rFonts w:ascii="Times New Roman" w:hAnsi="Times New Roman"/>
            <w:spacing w:val="-12"/>
            <w:sz w:val="20"/>
            <w:szCs w:val="20"/>
          </w:rPr>
          <w:t>Договору</w:t>
        </w:r>
      </w:hyperlink>
      <w:r w:rsidRPr="00A9616E">
        <w:rPr>
          <w:rFonts w:ascii="Times New Roman" w:hAnsi="Times New Roman"/>
          <w:spacing w:val="-12"/>
          <w:sz w:val="20"/>
          <w:szCs w:val="20"/>
        </w:rPr>
        <w:t xml:space="preserve"> купли-продажи</w:t>
      </w: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земельного участка</w:t>
      </w: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pacing w:val="-12"/>
          <w:sz w:val="20"/>
          <w:szCs w:val="20"/>
        </w:rPr>
      </w:pPr>
    </w:p>
    <w:p w:rsidR="0066233A" w:rsidRPr="00A9616E" w:rsidRDefault="0066233A" w:rsidP="00A9616E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pacing w:val="-12"/>
          <w:sz w:val="20"/>
          <w:szCs w:val="20"/>
        </w:rPr>
      </w:pPr>
      <w:r w:rsidRPr="00A9616E">
        <w:rPr>
          <w:rFonts w:ascii="Times New Roman" w:hAnsi="Times New Roman"/>
          <w:b/>
          <w:bCs/>
          <w:spacing w:val="-12"/>
          <w:sz w:val="20"/>
          <w:szCs w:val="20"/>
        </w:rPr>
        <w:t>АКТ ПРИЁМА-ПЕРЕДАЧИ ЗЕМЕЛЬНОГО УЧАСТКА</w:t>
      </w:r>
    </w:p>
    <w:tbl>
      <w:tblPr>
        <w:tblW w:w="3663" w:type="pct"/>
        <w:tblLayout w:type="fixed"/>
        <w:tblCellMar>
          <w:left w:w="0" w:type="dxa"/>
          <w:right w:w="0" w:type="dxa"/>
        </w:tblCellMar>
        <w:tblLook w:val="0000"/>
      </w:tblPr>
      <w:tblGrid>
        <w:gridCol w:w="2977"/>
        <w:gridCol w:w="4537"/>
      </w:tblGrid>
      <w:tr w:rsidR="0066233A" w:rsidRPr="00F12C65" w:rsidTr="00244EB4">
        <w:tc>
          <w:tcPr>
            <w:tcW w:w="29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233A" w:rsidRPr="00F12C65" w:rsidRDefault="0066233A" w:rsidP="00A96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F12C65">
              <w:rPr>
                <w:rFonts w:ascii="Times New Roman" w:hAnsi="Times New Roman"/>
                <w:spacing w:val="-12"/>
                <w:sz w:val="20"/>
                <w:szCs w:val="20"/>
              </w:rPr>
              <w:t>г. _____________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233A" w:rsidRPr="00F12C65" w:rsidRDefault="0066233A" w:rsidP="00A961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F12C65">
              <w:rPr>
                <w:rFonts w:ascii="Times New Roman" w:hAnsi="Times New Roman"/>
                <w:spacing w:val="-12"/>
                <w:sz w:val="20"/>
                <w:szCs w:val="20"/>
              </w:rPr>
              <w:t>"_____" ________ 20__ г.</w:t>
            </w:r>
          </w:p>
        </w:tc>
      </w:tr>
    </w:tbl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0"/>
          <w:szCs w:val="20"/>
        </w:rPr>
      </w:pP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0"/>
          <w:szCs w:val="20"/>
        </w:rPr>
      </w:pP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______________, в лице _______________, действующ___ на основании _________________, именуем___ в дальнейшем "Продавец", с одной стороны, и _________________, в лице ____________, действующ___ на основании ________, именуем__ в дальнейшем "Покуп</w:t>
      </w:r>
      <w:r w:rsidRPr="00A9616E">
        <w:rPr>
          <w:rFonts w:ascii="Times New Roman" w:hAnsi="Times New Roman"/>
          <w:spacing w:val="-12"/>
          <w:sz w:val="20"/>
          <w:szCs w:val="20"/>
        </w:rPr>
        <w:t>а</w:t>
      </w:r>
      <w:r w:rsidRPr="00A9616E">
        <w:rPr>
          <w:rFonts w:ascii="Times New Roman" w:hAnsi="Times New Roman"/>
          <w:spacing w:val="-12"/>
          <w:sz w:val="20"/>
          <w:szCs w:val="20"/>
        </w:rPr>
        <w:t>тель", с другой стороны, именуемые вместе "Стороны", составили настоящий акт (далее - Акт) о нижеследующем.</w:t>
      </w: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pacing w:val="-12"/>
          <w:sz w:val="20"/>
          <w:szCs w:val="20"/>
        </w:rPr>
      </w:pP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1. Продавец передал, а Покупатель принял земельный участок, обладающий следующими уникальными характеристиками: общая пл</w:t>
      </w:r>
      <w:r w:rsidRPr="00A9616E">
        <w:rPr>
          <w:rFonts w:ascii="Times New Roman" w:hAnsi="Times New Roman"/>
          <w:spacing w:val="-12"/>
          <w:sz w:val="20"/>
          <w:szCs w:val="20"/>
        </w:rPr>
        <w:t>о</w:t>
      </w:r>
      <w:r w:rsidRPr="00A9616E">
        <w:rPr>
          <w:rFonts w:ascii="Times New Roman" w:hAnsi="Times New Roman"/>
          <w:spacing w:val="-12"/>
          <w:sz w:val="20"/>
          <w:szCs w:val="20"/>
        </w:rPr>
        <w:t>щадь: ______________ кв. м, кадастровый номер: _________________, кадастровый номер внесён в государственный реестр "___" ______ 20__ г., категория земель: ___________________________, разрешённое использование: _______________, границы земельного участка имеют следующее местоположение: _______________________.</w:t>
      </w: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2. Одновременно с земельным участком Продавец передал, а Покупатель принял следующие документы: _________________________.</w:t>
      </w: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0"/>
          <w:szCs w:val="20"/>
        </w:rPr>
      </w:pP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3. Переданный земельный участок на момент его приема-передачи находится в состоянии, удовлетворяющем Покупателя. Покупатель никаких претензий к Продавцу не имеет.</w:t>
      </w: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0"/>
          <w:szCs w:val="20"/>
        </w:rPr>
      </w:pPr>
      <w:r w:rsidRPr="00A9616E">
        <w:rPr>
          <w:rFonts w:ascii="Times New Roman" w:hAnsi="Times New Roman"/>
          <w:spacing w:val="-12"/>
          <w:sz w:val="20"/>
          <w:szCs w:val="20"/>
        </w:rPr>
        <w:t>4. Настоящий Акт является неотъемлемой частью Договора купли-продажи земельного участка.</w:t>
      </w:r>
    </w:p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0"/>
          <w:szCs w:val="20"/>
        </w:rPr>
      </w:pPr>
    </w:p>
    <w:tbl>
      <w:tblPr>
        <w:tblW w:w="0" w:type="auto"/>
        <w:tblInd w:w="250" w:type="dxa"/>
        <w:tblLook w:val="01E0"/>
      </w:tblPr>
      <w:tblGrid>
        <w:gridCol w:w="3402"/>
        <w:gridCol w:w="3544"/>
      </w:tblGrid>
      <w:tr w:rsidR="0066233A" w:rsidRPr="00F12C65" w:rsidTr="00244EB4">
        <w:trPr>
          <w:trHeight w:val="351"/>
        </w:trPr>
        <w:tc>
          <w:tcPr>
            <w:tcW w:w="3402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jc w:val="center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A9616E">
              <w:rPr>
                <w:rFonts w:ascii="Times New Roman" w:hAnsi="Times New Roman"/>
                <w:b/>
                <w:bCs/>
                <w:spacing w:val="-12"/>
                <w:sz w:val="20"/>
                <w:szCs w:val="20"/>
              </w:rPr>
              <w:t>ПРОДАВЕЦ</w:t>
            </w:r>
          </w:p>
        </w:tc>
        <w:tc>
          <w:tcPr>
            <w:tcW w:w="3544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jc w:val="center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A9616E">
              <w:rPr>
                <w:rFonts w:ascii="Times New Roman" w:hAnsi="Times New Roman"/>
                <w:b/>
                <w:bCs/>
                <w:spacing w:val="-12"/>
                <w:sz w:val="20"/>
                <w:szCs w:val="20"/>
              </w:rPr>
              <w:t>ПОКУПАТЕЛЬ</w:t>
            </w:r>
          </w:p>
        </w:tc>
      </w:tr>
      <w:tr w:rsidR="0066233A" w:rsidRPr="00F12C65" w:rsidTr="00244EB4">
        <w:trPr>
          <w:trHeight w:val="446"/>
        </w:trPr>
        <w:tc>
          <w:tcPr>
            <w:tcW w:w="3402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rPr>
                <w:rFonts w:ascii="Times New Roman" w:hAnsi="Times New Roman"/>
                <w:spacing w:val="-12"/>
                <w:sz w:val="20"/>
                <w:szCs w:val="20"/>
              </w:rPr>
            </w:pPr>
          </w:p>
        </w:tc>
        <w:tc>
          <w:tcPr>
            <w:tcW w:w="3544" w:type="dxa"/>
          </w:tcPr>
          <w:p w:rsidR="0066233A" w:rsidRPr="00A9616E" w:rsidRDefault="0066233A" w:rsidP="00A9616E">
            <w:pPr>
              <w:tabs>
                <w:tab w:val="left" w:pos="142"/>
              </w:tabs>
              <w:spacing w:after="0" w:line="240" w:lineRule="auto"/>
              <w:ind w:right="50"/>
              <w:rPr>
                <w:rFonts w:ascii="Times New Roman" w:hAnsi="Times New Roman"/>
                <w:spacing w:val="-12"/>
                <w:sz w:val="20"/>
                <w:szCs w:val="20"/>
              </w:rPr>
            </w:pPr>
          </w:p>
        </w:tc>
      </w:tr>
    </w:tbl>
    <w:p w:rsidR="0066233A" w:rsidRPr="00A9616E" w:rsidRDefault="0066233A" w:rsidP="00A9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0"/>
          <w:szCs w:val="20"/>
        </w:rPr>
      </w:pPr>
    </w:p>
    <w:p w:rsidR="0066233A" w:rsidRPr="00A9616E" w:rsidRDefault="0066233A">
      <w:pPr>
        <w:rPr>
          <w:rFonts w:ascii="Times New Roman" w:hAnsi="Times New Roman"/>
          <w:spacing w:val="-12"/>
          <w:sz w:val="20"/>
          <w:szCs w:val="20"/>
        </w:rPr>
      </w:pPr>
    </w:p>
    <w:sectPr w:rsidR="0066233A" w:rsidRPr="00A9616E" w:rsidSect="00F22303">
      <w:headerReference w:type="default" r:id="rId17"/>
      <w:footerReference w:type="default" r:id="rId18"/>
      <w:pgSz w:w="12240" w:h="15840" w:code="1"/>
      <w:pgMar w:top="709" w:right="850" w:bottom="426" w:left="1134" w:header="284" w:footer="442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33A" w:rsidRDefault="0066233A" w:rsidP="00A9616E">
      <w:pPr>
        <w:spacing w:after="0" w:line="240" w:lineRule="auto"/>
      </w:pPr>
      <w:r>
        <w:separator/>
      </w:r>
    </w:p>
  </w:endnote>
  <w:endnote w:type="continuationSeparator" w:id="1">
    <w:p w:rsidR="0066233A" w:rsidRDefault="0066233A" w:rsidP="00A96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33A" w:rsidRPr="00A9616E" w:rsidRDefault="0066233A" w:rsidP="00A9616E">
    <w:pPr>
      <w:pStyle w:val="Footer"/>
      <w:jc w:val="right"/>
      <w:rPr>
        <w:rFonts w:ascii="Times New Roman" w:hAnsi="Times New Roman"/>
        <w:spacing w:val="-12"/>
        <w:sz w:val="20"/>
        <w:szCs w:val="20"/>
      </w:rPr>
    </w:pPr>
    <w:r w:rsidRPr="00A9616E">
      <w:rPr>
        <w:rFonts w:ascii="Times New Roman" w:hAnsi="Times New Roman"/>
        <w:spacing w:val="-12"/>
        <w:sz w:val="20"/>
        <w:szCs w:val="20"/>
      </w:rPr>
      <w:fldChar w:fldCharType="begin"/>
    </w:r>
    <w:r w:rsidRPr="00A9616E">
      <w:rPr>
        <w:rFonts w:ascii="Times New Roman" w:hAnsi="Times New Roman"/>
        <w:spacing w:val="-12"/>
        <w:sz w:val="20"/>
        <w:szCs w:val="20"/>
      </w:rPr>
      <w:instrText>PAGE   \* MERGEFORMAT</w:instrText>
    </w:r>
    <w:r w:rsidRPr="00A9616E">
      <w:rPr>
        <w:rFonts w:ascii="Times New Roman" w:hAnsi="Times New Roman"/>
        <w:spacing w:val="-12"/>
        <w:sz w:val="20"/>
        <w:szCs w:val="20"/>
      </w:rPr>
      <w:fldChar w:fldCharType="separate"/>
    </w:r>
    <w:r>
      <w:rPr>
        <w:rFonts w:ascii="Times New Roman" w:hAnsi="Times New Roman"/>
        <w:noProof/>
        <w:spacing w:val="-12"/>
        <w:sz w:val="20"/>
        <w:szCs w:val="20"/>
      </w:rPr>
      <w:t>9</w:t>
    </w:r>
    <w:r w:rsidRPr="00A9616E">
      <w:rPr>
        <w:rFonts w:ascii="Times New Roman" w:hAnsi="Times New Roman"/>
        <w:spacing w:val="-12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33A" w:rsidRDefault="0066233A" w:rsidP="00A9616E">
      <w:pPr>
        <w:spacing w:after="0" w:line="240" w:lineRule="auto"/>
      </w:pPr>
      <w:r>
        <w:separator/>
      </w:r>
    </w:p>
  </w:footnote>
  <w:footnote w:type="continuationSeparator" w:id="1">
    <w:p w:rsidR="0066233A" w:rsidRDefault="0066233A" w:rsidP="00A96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33A" w:rsidRDefault="0066233A" w:rsidP="00492816">
    <w:pPr>
      <w:pStyle w:val="Header"/>
      <w:pBdr>
        <w:bottom w:val="single" w:sz="12" w:space="1" w:color="auto"/>
      </w:pBdr>
      <w:rPr>
        <w:rFonts w:ascii="Times New Roman" w:hAnsi="Times New Roman"/>
        <w:b/>
        <w:spacing w:val="-12"/>
        <w:sz w:val="20"/>
        <w:szCs w:val="20"/>
      </w:rPr>
    </w:pPr>
    <w:r w:rsidRPr="00492816">
      <w:rPr>
        <w:rFonts w:ascii="Times New Roman" w:hAnsi="Times New Roman"/>
        <w:b/>
        <w:spacing w:val="-12"/>
        <w:sz w:val="20"/>
        <w:szCs w:val="20"/>
      </w:rPr>
      <w:t>АДМИНИСТРАЦ</w:t>
    </w:r>
    <w:r>
      <w:rPr>
        <w:rFonts w:ascii="Times New Roman" w:hAnsi="Times New Roman"/>
        <w:b/>
        <w:spacing w:val="-12"/>
        <w:sz w:val="20"/>
        <w:szCs w:val="20"/>
      </w:rPr>
      <w:t>ИЯ</w:t>
    </w:r>
  </w:p>
  <w:p w:rsidR="0066233A" w:rsidRDefault="0066233A" w:rsidP="00492816">
    <w:pPr>
      <w:pStyle w:val="Header"/>
      <w:pBdr>
        <w:bottom w:val="single" w:sz="12" w:space="1" w:color="auto"/>
      </w:pBdr>
      <w:rPr>
        <w:rFonts w:ascii="Times New Roman" w:hAnsi="Times New Roman"/>
        <w:b/>
        <w:spacing w:val="-12"/>
        <w:sz w:val="20"/>
        <w:szCs w:val="20"/>
      </w:rPr>
    </w:pPr>
    <w:r w:rsidRPr="00492816">
      <w:rPr>
        <w:rFonts w:ascii="Times New Roman" w:hAnsi="Times New Roman"/>
        <w:b/>
        <w:spacing w:val="-12"/>
        <w:sz w:val="20"/>
        <w:szCs w:val="20"/>
      </w:rPr>
      <w:t>БУРМИСТРОВСКОГО СЕ</w:t>
    </w:r>
    <w:r>
      <w:rPr>
        <w:rFonts w:ascii="Times New Roman" w:hAnsi="Times New Roman"/>
        <w:b/>
        <w:spacing w:val="-12"/>
        <w:sz w:val="20"/>
        <w:szCs w:val="20"/>
      </w:rPr>
      <w:t>ЛЬСОВЕТА</w:t>
    </w:r>
  </w:p>
  <w:p w:rsidR="0066233A" w:rsidRDefault="0066233A" w:rsidP="00492816">
    <w:pPr>
      <w:pStyle w:val="Header"/>
      <w:pBdr>
        <w:bottom w:val="single" w:sz="12" w:space="1" w:color="auto"/>
      </w:pBdr>
      <w:rPr>
        <w:rFonts w:ascii="Times New Roman" w:hAnsi="Times New Roman"/>
        <w:b/>
        <w:spacing w:val="-12"/>
        <w:sz w:val="20"/>
        <w:szCs w:val="20"/>
      </w:rPr>
    </w:pPr>
    <w:r>
      <w:rPr>
        <w:rFonts w:ascii="Times New Roman" w:hAnsi="Times New Roman"/>
        <w:b/>
        <w:spacing w:val="-12"/>
        <w:sz w:val="20"/>
        <w:szCs w:val="20"/>
      </w:rPr>
      <w:t>ИСКИТИМСКОГО РАЙОНА</w:t>
    </w:r>
  </w:p>
  <w:p w:rsidR="0066233A" w:rsidRPr="00492816" w:rsidRDefault="0066233A" w:rsidP="00492816">
    <w:pPr>
      <w:pStyle w:val="Header"/>
      <w:pBdr>
        <w:bottom w:val="single" w:sz="12" w:space="1" w:color="auto"/>
      </w:pBdr>
      <w:rPr>
        <w:rFonts w:ascii="Times New Roman" w:hAnsi="Times New Roman"/>
        <w:b/>
        <w:spacing w:val="-12"/>
        <w:sz w:val="20"/>
        <w:szCs w:val="20"/>
      </w:rPr>
    </w:pPr>
    <w:r w:rsidRPr="00492816">
      <w:rPr>
        <w:rFonts w:ascii="Times New Roman" w:hAnsi="Times New Roman"/>
        <w:b/>
        <w:spacing w:val="-12"/>
        <w:sz w:val="20"/>
        <w:szCs w:val="20"/>
      </w:rPr>
      <w:t>НОВОСИБИРСКОЙ ОБЛАСТИ</w:t>
    </w:r>
  </w:p>
  <w:p w:rsidR="0066233A" w:rsidRPr="00F22303" w:rsidRDefault="0066233A" w:rsidP="00F22303">
    <w:pPr>
      <w:pStyle w:val="Header"/>
      <w:jc w:val="center"/>
      <w:rPr>
        <w:rFonts w:ascii="Times New Roman" w:hAnsi="Times New Roman"/>
        <w:spacing w:val="-12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45961"/>
    <w:multiLevelType w:val="multilevel"/>
    <w:tmpl w:val="FD52F2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">
    <w:nsid w:val="26607326"/>
    <w:multiLevelType w:val="hybridMultilevel"/>
    <w:tmpl w:val="72DCEE32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27505416"/>
    <w:multiLevelType w:val="multilevel"/>
    <w:tmpl w:val="516023E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">
    <w:nsid w:val="41F062A7"/>
    <w:multiLevelType w:val="multilevel"/>
    <w:tmpl w:val="516023E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4">
    <w:nsid w:val="50FC06FC"/>
    <w:multiLevelType w:val="multilevel"/>
    <w:tmpl w:val="0A9EC69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5">
    <w:nsid w:val="71755480"/>
    <w:multiLevelType w:val="multilevel"/>
    <w:tmpl w:val="FD52F29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">
    <w:nsid w:val="7997637E"/>
    <w:multiLevelType w:val="hybridMultilevel"/>
    <w:tmpl w:val="34DA1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16E"/>
    <w:rsid w:val="000069DC"/>
    <w:rsid w:val="00031157"/>
    <w:rsid w:val="00111DD7"/>
    <w:rsid w:val="001940B5"/>
    <w:rsid w:val="00244EB4"/>
    <w:rsid w:val="002B4522"/>
    <w:rsid w:val="003112CD"/>
    <w:rsid w:val="00387FD7"/>
    <w:rsid w:val="00465AC6"/>
    <w:rsid w:val="00492816"/>
    <w:rsid w:val="004C0564"/>
    <w:rsid w:val="0066233A"/>
    <w:rsid w:val="0071218F"/>
    <w:rsid w:val="00927689"/>
    <w:rsid w:val="00A9616E"/>
    <w:rsid w:val="00AD1C14"/>
    <w:rsid w:val="00B02C4A"/>
    <w:rsid w:val="00BC4E3C"/>
    <w:rsid w:val="00EF28BF"/>
    <w:rsid w:val="00F12C65"/>
    <w:rsid w:val="00F22303"/>
    <w:rsid w:val="00FB4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C1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6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9616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96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9616E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BC4E3C"/>
    <w:pPr>
      <w:tabs>
        <w:tab w:val="left" w:pos="142"/>
        <w:tab w:val="left" w:pos="4050"/>
      </w:tabs>
      <w:spacing w:after="0" w:line="240" w:lineRule="auto"/>
      <w:ind w:right="50"/>
      <w:jc w:val="both"/>
    </w:pPr>
    <w:rPr>
      <w:rFonts w:ascii="Times New Roman" w:eastAsia="Times New Roman" w:hAnsi="Times New Roman"/>
      <w:spacing w:val="-12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C4E3C"/>
    <w:rPr>
      <w:rFonts w:ascii="Times New Roman" w:hAnsi="Times New Roman" w:cs="Times New Roman"/>
      <w:spacing w:val="-12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rm2009@ngs.ru" TargetMode="External"/><Relationship Id="rId13" Type="http://schemas.openxmlformats.org/officeDocument/2006/relationships/hyperlink" Target="consultantplus://offline/ref=2EC1779B4EB2A6F64C347C6441FA444C867C478DE879DD69BC069337AA0512E0681E95FC124782wA1FG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D199A43552356107A0F6FA5E6F502F58E83412A1EE162F13B005D2B19AF21AE49AE1A54E2550F1rCk0M" TargetMode="External"/><Relationship Id="rId12" Type="http://schemas.openxmlformats.org/officeDocument/2006/relationships/hyperlink" Target="consultantplus://offline/ref=2EC1779B4EB2A6F64C347C6441FA444C867C478DE879DD69BC069337AA0512E0681E95FC124783wA16G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36B03DBA536EA525D663F81ABE9C394D27E9222D52300E3BC1C1C3CDAE2H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EC1779B4EB2A6F64C347C6441FA444C867C478DE879DD69BC069337AA0512E0681E95FC124783wA13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EC1779B4EB2A6F64C347C6441FA444C867C478DE879DD69BC069337AA0512E0681E95FC124783wA13G" TargetMode="External"/><Relationship Id="rId10" Type="http://schemas.openxmlformats.org/officeDocument/2006/relationships/hyperlink" Target="https://torgi.gov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urmistrovsky.ru" TargetMode="External"/><Relationship Id="rId14" Type="http://schemas.openxmlformats.org/officeDocument/2006/relationships/hyperlink" Target="consultantplus://offline/ref=2EC1779B4EB2A6F64C347C6441FA444C867C478DE879DD69BC069337AA0512E0681E95FC124783wA16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9</Pages>
  <Words>5711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6</cp:revision>
  <dcterms:created xsi:type="dcterms:W3CDTF">2015-10-06T07:12:00Z</dcterms:created>
  <dcterms:modified xsi:type="dcterms:W3CDTF">2015-10-07T01:56:00Z</dcterms:modified>
</cp:coreProperties>
</file>